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2C3B6" w14:textId="1B01B26B" w:rsidR="00BF44E4" w:rsidRDefault="00BF44E4" w:rsidP="007C3456">
      <w:pPr>
        <w:spacing w:line="276" w:lineRule="auto"/>
        <w:rPr>
          <w:rFonts w:asciiTheme="minorHAnsi" w:hAnsiTheme="minorHAnsi" w:cstheme="minorHAnsi"/>
          <w:b/>
          <w:noProof/>
          <w:sz w:val="28"/>
        </w:rPr>
      </w:pPr>
      <w:r w:rsidRPr="00446AD5">
        <w:rPr>
          <w:rFonts w:asciiTheme="minorHAnsi" w:hAnsiTheme="minorHAnsi" w:cstheme="minorHAnsi"/>
          <w:b/>
          <w:noProof/>
          <w:sz w:val="28"/>
        </w:rPr>
        <w:t>Příloha č. 16</w:t>
      </w:r>
    </w:p>
    <w:p w14:paraId="2B26630D" w14:textId="77777777" w:rsidR="00446AD5" w:rsidRPr="00446AD5" w:rsidRDefault="00446AD5" w:rsidP="007C3456">
      <w:pPr>
        <w:spacing w:line="276" w:lineRule="auto"/>
        <w:rPr>
          <w:rFonts w:asciiTheme="minorHAnsi" w:hAnsiTheme="minorHAnsi" w:cstheme="minorHAnsi"/>
          <w:b/>
          <w:noProof/>
          <w:sz w:val="28"/>
        </w:rPr>
      </w:pPr>
    </w:p>
    <w:p w14:paraId="19A3E3C7" w14:textId="09DB3EE9" w:rsidR="00F80D65" w:rsidRDefault="00F80D65" w:rsidP="00F80D65">
      <w:pPr>
        <w:overflowPunct/>
        <w:spacing w:line="276" w:lineRule="auto"/>
        <w:textAlignment w:val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V</w:t>
      </w:r>
      <w:r w:rsidR="0014799A">
        <w:rPr>
          <w:rFonts w:cs="Calibri"/>
          <w:b/>
          <w:bCs/>
          <w:sz w:val="24"/>
          <w:szCs w:val="24"/>
        </w:rPr>
        <w:t>II</w:t>
      </w:r>
      <w:bookmarkStart w:id="0" w:name="_GoBack"/>
      <w:bookmarkEnd w:id="0"/>
      <w:r w:rsidR="00CF55E0">
        <w:rPr>
          <w:rFonts w:cs="Calibri"/>
          <w:b/>
          <w:bCs/>
          <w:sz w:val="24"/>
          <w:szCs w:val="24"/>
        </w:rPr>
        <w:t>I</w:t>
      </w:r>
      <w:r>
        <w:rPr>
          <w:rFonts w:cs="Calibri"/>
          <w:b/>
          <w:bCs/>
          <w:sz w:val="24"/>
          <w:szCs w:val="24"/>
        </w:rPr>
        <w:t>. Výzva NPO – 1.3 Digitální vysokokapacitní sítě</w:t>
      </w:r>
      <w:r>
        <w:rPr>
          <w:rFonts w:cs="Calibri"/>
          <w:b/>
          <w:bCs/>
          <w:sz w:val="24"/>
          <w:szCs w:val="24"/>
        </w:rPr>
        <w:br/>
      </w:r>
      <w:r>
        <w:rPr>
          <w:rFonts w:cs="Calibri"/>
          <w:b/>
          <w:bCs/>
          <w:sz w:val="23"/>
          <w:szCs w:val="23"/>
        </w:rPr>
        <w:t>Cíl 40A Dokončení pokrytí zvýšenou úrovní signálu 5G ve vybraných železničních koridorech (Správa železnic)</w:t>
      </w:r>
    </w:p>
    <w:p w14:paraId="5986DDC5" w14:textId="25F6B2D3" w:rsidR="00540403" w:rsidRDefault="00540403" w:rsidP="00F042CB">
      <w:pPr>
        <w:spacing w:line="276" w:lineRule="auto"/>
        <w:rPr>
          <w:rFonts w:eastAsia="Calibri" w:cs="Calibri"/>
          <w:b/>
          <w:sz w:val="24"/>
        </w:rPr>
      </w:pPr>
    </w:p>
    <w:p w14:paraId="69EC5067" w14:textId="7FCF320E" w:rsidR="007C3456" w:rsidRPr="00F042CB" w:rsidRDefault="00540403" w:rsidP="00540403">
      <w:pPr>
        <w:shd w:val="clear" w:color="auto" w:fill="D9E2F3" w:themeFill="accent1" w:themeFillTint="33"/>
        <w:spacing w:line="276" w:lineRule="auto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br/>
      </w:r>
      <w:r w:rsidRPr="00540403">
        <w:rPr>
          <w:rFonts w:eastAsia="Calibri" w:cs="Calibri"/>
          <w:b/>
          <w:sz w:val="28"/>
        </w:rPr>
        <w:t>Prohlášení o dodržování zásady „významně nepoškozovat“</w:t>
      </w:r>
      <w:r w:rsidRPr="00540403">
        <w:rPr>
          <w:rFonts w:eastAsia="Calibri" w:cs="Calibri"/>
          <w:b/>
          <w:sz w:val="28"/>
        </w:rPr>
        <w:br/>
      </w:r>
    </w:p>
    <w:p w14:paraId="54989148" w14:textId="0165DE63" w:rsidR="00540403" w:rsidRDefault="00540403" w:rsidP="00540403">
      <w:pPr>
        <w:widowControl w:val="0"/>
        <w:spacing w:before="120" w:line="275" w:lineRule="auto"/>
        <w:jc w:val="both"/>
        <w:rPr>
          <w:szCs w:val="22"/>
        </w:rPr>
      </w:pPr>
    </w:p>
    <w:p w14:paraId="232D2B13" w14:textId="77777777" w:rsidR="00F772DD" w:rsidRPr="00E010FE" w:rsidRDefault="00F772DD" w:rsidP="00F772DD">
      <w:pPr>
        <w:widowControl w:val="0"/>
        <w:spacing w:before="120" w:line="275" w:lineRule="auto"/>
        <w:jc w:val="both"/>
        <w:rPr>
          <w:szCs w:val="22"/>
        </w:rPr>
      </w:pPr>
      <w:r w:rsidRPr="00E010FE">
        <w:rPr>
          <w:szCs w:val="22"/>
        </w:rPr>
        <w:t xml:space="preserve">Nařízení (EU) 2021/241 ze dne 12. února 2021 o Nástroji pro oživení a odolnost dle kterého ČR zpracovala Národní plán obnovy (NPO), stanoví, že žádné opatření zahrnuté do NPO by nemělo vést k významnému poškozování environmentálních cílů, tzv. zásada „do not </w:t>
      </w:r>
      <w:proofErr w:type="spellStart"/>
      <w:r w:rsidRPr="00E010FE">
        <w:rPr>
          <w:szCs w:val="22"/>
        </w:rPr>
        <w:t>significant</w:t>
      </w:r>
      <w:proofErr w:type="spellEnd"/>
      <w:r w:rsidRPr="00E010FE">
        <w:rPr>
          <w:szCs w:val="22"/>
        </w:rPr>
        <w:t xml:space="preserve"> </w:t>
      </w:r>
      <w:proofErr w:type="spellStart"/>
      <w:r w:rsidRPr="00E010FE">
        <w:rPr>
          <w:szCs w:val="22"/>
        </w:rPr>
        <w:t>harm</w:t>
      </w:r>
      <w:proofErr w:type="spellEnd"/>
      <w:r w:rsidRPr="00E010FE">
        <w:rPr>
          <w:szCs w:val="22"/>
        </w:rPr>
        <w:t>“ (DNSH) neboli „významně nepoškozovat“.</w:t>
      </w:r>
    </w:p>
    <w:p w14:paraId="16DA3712" w14:textId="77777777" w:rsidR="00F772DD" w:rsidRPr="00E010FE" w:rsidRDefault="00F772DD" w:rsidP="00F772DD">
      <w:pPr>
        <w:widowControl w:val="0"/>
        <w:spacing w:before="120" w:line="275" w:lineRule="auto"/>
        <w:jc w:val="both"/>
        <w:rPr>
          <w:szCs w:val="22"/>
        </w:rPr>
      </w:pPr>
      <w:r w:rsidRPr="00E010FE">
        <w:rPr>
          <w:szCs w:val="22"/>
        </w:rPr>
        <w:t>Dle čl. 17 odst. 2 Nařízení (EU) 2020/852 ze dne 18. června 2020 o zřízení rámce pro usnadnění udržitelných investic a o změně Nařízení (EU) 2019/2088 příjemce popíše, jakým způsobem dochází k dodržování zásady "významně nepoškozovat", tzn. nedochází k porušení ani jednoho z environmentálních cílů.</w:t>
      </w:r>
    </w:p>
    <w:p w14:paraId="3C1126E6" w14:textId="790E2277" w:rsidR="00E010FE" w:rsidRDefault="00E010FE" w:rsidP="00540403">
      <w:pPr>
        <w:widowControl w:val="0"/>
        <w:spacing w:before="120" w:line="275" w:lineRule="auto"/>
        <w:jc w:val="both"/>
        <w:rPr>
          <w:szCs w:val="22"/>
        </w:rPr>
      </w:pPr>
    </w:p>
    <w:p w14:paraId="2DFF94DB" w14:textId="77777777" w:rsidR="00540403" w:rsidRPr="00E010FE" w:rsidRDefault="00540403" w:rsidP="00540403">
      <w:pPr>
        <w:widowControl w:val="0"/>
        <w:spacing w:before="120" w:line="275" w:lineRule="auto"/>
        <w:jc w:val="both"/>
        <w:rPr>
          <w:szCs w:val="22"/>
        </w:rPr>
      </w:pPr>
      <w:r w:rsidRPr="00E010FE">
        <w:rPr>
          <w:szCs w:val="22"/>
        </w:rPr>
        <w:t xml:space="preserve">Příjemce musí uvést vyjádření k 6 environmentálním cílům, včetně zdůvodnění, jaký je předpokládaný dopad projektu na tyto cíle.  </w:t>
      </w:r>
    </w:p>
    <w:p w14:paraId="40FE62E3" w14:textId="53D4366F" w:rsidR="00540403" w:rsidRPr="00E010FE" w:rsidRDefault="00540403" w:rsidP="00E010FE">
      <w:pPr>
        <w:widowControl w:val="0"/>
        <w:spacing w:before="120" w:line="275" w:lineRule="auto"/>
        <w:jc w:val="both"/>
        <w:rPr>
          <w:szCs w:val="22"/>
        </w:rPr>
      </w:pPr>
    </w:p>
    <w:p w14:paraId="0F39281A" w14:textId="1EC436E1" w:rsidR="00E47D7C" w:rsidRPr="00E010FE" w:rsidRDefault="00E47D7C" w:rsidP="00E010FE">
      <w:pPr>
        <w:widowControl w:val="0"/>
        <w:spacing w:before="120" w:line="275" w:lineRule="auto"/>
        <w:jc w:val="both"/>
        <w:rPr>
          <w:szCs w:val="22"/>
        </w:rPr>
      </w:pPr>
    </w:p>
    <w:p w14:paraId="26DE5F7E" w14:textId="452F7359" w:rsidR="00540403" w:rsidRPr="00F042CB" w:rsidRDefault="00540403" w:rsidP="00540403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A. </w:t>
      </w:r>
      <w:r>
        <w:rPr>
          <w:rFonts w:eastAsia="Calibri" w:cs="Calibri"/>
          <w:b/>
          <w:sz w:val="24"/>
        </w:rPr>
        <w:tab/>
      </w:r>
      <w:r w:rsidR="00A956DA" w:rsidRPr="00A956DA">
        <w:rPr>
          <w:rFonts w:eastAsia="Calibri" w:cs="Calibri"/>
          <w:b/>
          <w:sz w:val="24"/>
        </w:rPr>
        <w:t>Zmírňování změny klimatu</w:t>
      </w:r>
    </w:p>
    <w:p w14:paraId="5A5421AA" w14:textId="77777777" w:rsidR="00540403" w:rsidRPr="00C354C7" w:rsidRDefault="00540403" w:rsidP="00540403">
      <w:pPr>
        <w:jc w:val="both"/>
        <w:rPr>
          <w:b/>
          <w:szCs w:val="22"/>
        </w:rPr>
      </w:pPr>
    </w:p>
    <w:p w14:paraId="61033E38" w14:textId="77777777" w:rsidR="00540403" w:rsidRPr="00C354C7" w:rsidRDefault="00540403" w:rsidP="00540403">
      <w:pPr>
        <w:jc w:val="both"/>
        <w:rPr>
          <w:szCs w:val="22"/>
        </w:rPr>
      </w:pPr>
      <w:r w:rsidRPr="00C354C7">
        <w:rPr>
          <w:szCs w:val="22"/>
        </w:rPr>
        <w:t>Činnost významně poškozuje zmírňování změny klimatu, pokud vede ke značným emisím skleníkových plynů.</w:t>
      </w:r>
    </w:p>
    <w:p w14:paraId="5476C6E1" w14:textId="77777777" w:rsidR="00540403" w:rsidRPr="00C354C7" w:rsidRDefault="00540403" w:rsidP="00540403">
      <w:pPr>
        <w:jc w:val="both"/>
        <w:rPr>
          <w:szCs w:val="22"/>
        </w:rPr>
      </w:pPr>
      <w:r w:rsidRPr="00C354C7">
        <w:rPr>
          <w:szCs w:val="22"/>
        </w:rPr>
        <w:t xml:space="preserve">U tohoto cíle není nutné </w:t>
      </w:r>
      <w:r>
        <w:rPr>
          <w:szCs w:val="22"/>
        </w:rPr>
        <w:t>detailní</w:t>
      </w:r>
      <w:r w:rsidRPr="00C354C7">
        <w:rPr>
          <w:szCs w:val="22"/>
        </w:rPr>
        <w:t xml:space="preserve"> zhodnocení, protože činnosti v</w:t>
      </w:r>
      <w:r>
        <w:rPr>
          <w:szCs w:val="22"/>
        </w:rPr>
        <w:t> </w:t>
      </w:r>
      <w:r w:rsidRPr="00C354C7">
        <w:rPr>
          <w:szCs w:val="22"/>
        </w:rPr>
        <w:t>rámci komponenty mají nulový nebo zanedbatelný vliv na cíl.</w:t>
      </w:r>
    </w:p>
    <w:p w14:paraId="6BB88C17" w14:textId="77777777" w:rsidR="00540403" w:rsidRPr="00C354C7" w:rsidRDefault="00540403" w:rsidP="00540403">
      <w:pPr>
        <w:jc w:val="both"/>
        <w:rPr>
          <w:rFonts w:cs="Calibri"/>
          <w:b/>
          <w:szCs w:val="22"/>
        </w:rPr>
      </w:pPr>
    </w:p>
    <w:p w14:paraId="21E32CD8" w14:textId="77777777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 </w:t>
      </w:r>
      <w:r>
        <w:rPr>
          <w:rFonts w:cs="Calibri"/>
          <w:b/>
          <w:szCs w:val="22"/>
        </w:rPr>
        <w:t xml:space="preserve">ani činnosti vedoucí k jejich dosažení </w:t>
      </w:r>
      <w:r w:rsidRPr="00C354C7">
        <w:rPr>
          <w:rFonts w:cs="Calibri"/>
          <w:b/>
          <w:szCs w:val="22"/>
        </w:rPr>
        <w:t>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 cíl Zmírňování změny klimatu.</w:t>
      </w:r>
    </w:p>
    <w:p w14:paraId="233C0FE5" w14:textId="77777777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523A8B39" w14:textId="0D438BD1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</w:p>
    <w:p w14:paraId="6F00D04A" w14:textId="77777777" w:rsidR="00A956DA" w:rsidRDefault="00A956DA" w:rsidP="00540403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956DA" w14:paraId="0EF6CD9F" w14:textId="77777777" w:rsidTr="00A956DA">
        <w:tc>
          <w:tcPr>
            <w:tcW w:w="9628" w:type="dxa"/>
          </w:tcPr>
          <w:p w14:paraId="4ED20FCF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286F0068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5D148FB6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62F33D35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50AA040B" w14:textId="6408B528" w:rsidR="00A956DA" w:rsidRDefault="00A956DA" w:rsidP="00540403">
            <w:pPr>
              <w:jc w:val="both"/>
              <w:rPr>
                <w:szCs w:val="22"/>
              </w:rPr>
            </w:pPr>
          </w:p>
          <w:p w14:paraId="3D1AAB6E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084660A8" w14:textId="287FFA17" w:rsidR="00A956DA" w:rsidRDefault="00A956DA" w:rsidP="00540403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4B5A35E" w14:textId="77777777" w:rsidR="00A956DA" w:rsidRPr="00C354C7" w:rsidRDefault="00A956DA" w:rsidP="00540403">
      <w:pPr>
        <w:jc w:val="both"/>
        <w:rPr>
          <w:rFonts w:asciiTheme="minorHAnsi" w:hAnsiTheme="minorHAnsi" w:cstheme="minorHAnsi"/>
          <w:szCs w:val="22"/>
        </w:rPr>
      </w:pPr>
    </w:p>
    <w:p w14:paraId="7C7A114A" w14:textId="6202213E" w:rsidR="00A956DA" w:rsidRDefault="00A956DA">
      <w:pPr>
        <w:overflowPunct/>
        <w:autoSpaceDE/>
        <w:autoSpaceDN/>
        <w:adjustRightInd/>
        <w:textAlignment w:val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br w:type="page"/>
      </w:r>
    </w:p>
    <w:p w14:paraId="06C22B8E" w14:textId="77777777" w:rsidR="00A956DA" w:rsidRDefault="00A956DA" w:rsidP="00A956DA">
      <w:pPr>
        <w:rPr>
          <w:rFonts w:asciiTheme="minorHAnsi" w:eastAsiaTheme="minorEastAsia" w:hAnsiTheme="minorHAnsi" w:cstheme="minorBidi"/>
        </w:rPr>
      </w:pPr>
    </w:p>
    <w:p w14:paraId="71F64701" w14:textId="750BD548" w:rsidR="00A956DA" w:rsidRPr="00F042CB" w:rsidRDefault="00A956DA" w:rsidP="00A956D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B. </w:t>
      </w:r>
      <w:r>
        <w:rPr>
          <w:rFonts w:eastAsia="Calibri" w:cs="Calibri"/>
          <w:b/>
          <w:sz w:val="24"/>
        </w:rPr>
        <w:tab/>
      </w:r>
      <w:r w:rsidRPr="00A956DA">
        <w:rPr>
          <w:rFonts w:eastAsia="Calibri" w:cs="Calibri"/>
          <w:b/>
          <w:sz w:val="24"/>
        </w:rPr>
        <w:t>Přizpůsobování se změně klimatu</w:t>
      </w:r>
    </w:p>
    <w:p w14:paraId="100EECC6" w14:textId="77777777" w:rsidR="00A956DA" w:rsidRPr="00C354C7" w:rsidRDefault="00A956DA" w:rsidP="00A956DA">
      <w:pPr>
        <w:jc w:val="both"/>
        <w:rPr>
          <w:b/>
          <w:szCs w:val="22"/>
        </w:rPr>
      </w:pPr>
    </w:p>
    <w:p w14:paraId="218DEEDD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Činnost významně poškozuje přizpůsobování se změně klimatu, pokud vede k</w:t>
      </w:r>
      <w:r>
        <w:rPr>
          <w:rFonts w:asciiTheme="minorHAnsi" w:hAnsiTheme="minorHAnsi" w:cstheme="minorHAnsi"/>
          <w:szCs w:val="22"/>
        </w:rPr>
        <w:t> </w:t>
      </w:r>
      <w:r w:rsidRPr="00C354C7">
        <w:rPr>
          <w:rFonts w:asciiTheme="minorHAnsi" w:hAnsiTheme="minorHAnsi" w:cstheme="minorHAnsi"/>
          <w:szCs w:val="22"/>
        </w:rPr>
        <w:t>nárůstu nepříznivého dopadu stávajícího a</w:t>
      </w:r>
      <w:r>
        <w:rPr>
          <w:rFonts w:asciiTheme="minorHAnsi" w:hAnsiTheme="minorHAnsi" w:cstheme="minorHAnsi"/>
          <w:szCs w:val="22"/>
        </w:rPr>
        <w:t> </w:t>
      </w:r>
      <w:r w:rsidRPr="00C354C7">
        <w:rPr>
          <w:rFonts w:asciiTheme="minorHAnsi" w:hAnsiTheme="minorHAnsi" w:cstheme="minorHAnsi"/>
          <w:szCs w:val="22"/>
        </w:rPr>
        <w:t>očekávaného budoucího klimatu na tuto činnost samotnou nebo na osoby, přírodu nebo aktiva.</w:t>
      </w:r>
    </w:p>
    <w:p w14:paraId="5D11619C" w14:textId="77777777" w:rsidR="00540403" w:rsidRDefault="00540403" w:rsidP="00540403">
      <w:pPr>
        <w:jc w:val="both"/>
        <w:rPr>
          <w:rFonts w:cs="Calibri"/>
          <w:szCs w:val="22"/>
        </w:rPr>
      </w:pPr>
      <w:r w:rsidRPr="00C354C7">
        <w:rPr>
          <w:rFonts w:cs="Calibri"/>
          <w:szCs w:val="22"/>
        </w:rPr>
        <w:t>K významnému poškození cíle, kterým je přizpůsobování se změně klimatu, může dojít buď i) nepřizpůsobením nějaké činnosti nepříznivému dopadu změny klimatu, když u</w:t>
      </w:r>
      <w:r>
        <w:rPr>
          <w:rFonts w:cs="Calibri"/>
          <w:szCs w:val="22"/>
        </w:rPr>
        <w:t> </w:t>
      </w:r>
      <w:r w:rsidRPr="00C354C7">
        <w:rPr>
          <w:rFonts w:cs="Calibri"/>
          <w:szCs w:val="22"/>
        </w:rPr>
        <w:t>této činnosti hrozí riziko takového dopadu (např. výstavba v</w:t>
      </w:r>
      <w:r>
        <w:rPr>
          <w:rFonts w:cs="Calibri"/>
          <w:szCs w:val="22"/>
        </w:rPr>
        <w:t> </w:t>
      </w:r>
      <w:r w:rsidRPr="00C354C7">
        <w:rPr>
          <w:rFonts w:cs="Calibri"/>
          <w:szCs w:val="22"/>
        </w:rPr>
        <w:t xml:space="preserve">záplavové oblasti), nebo </w:t>
      </w:r>
      <w:proofErr w:type="spellStart"/>
      <w:r w:rsidRPr="00C354C7">
        <w:rPr>
          <w:rFonts w:cs="Calibri"/>
          <w:szCs w:val="22"/>
        </w:rPr>
        <w:t>ii</w:t>
      </w:r>
      <w:proofErr w:type="spellEnd"/>
      <w:r w:rsidRPr="00C354C7">
        <w:rPr>
          <w:rFonts w:cs="Calibri"/>
          <w:szCs w:val="22"/>
        </w:rPr>
        <w:t>) nesprávným přizpůsobením, když se zavádí řešení zaměřené na přizpůsobení, které chrání jednu oblast („osoby, přírodu nebo majetek“), ale zároveň se zvyšují rizika v</w:t>
      </w:r>
      <w:r>
        <w:rPr>
          <w:rFonts w:cs="Calibri"/>
          <w:szCs w:val="22"/>
        </w:rPr>
        <w:t> </w:t>
      </w:r>
      <w:r w:rsidRPr="00C354C7">
        <w:rPr>
          <w:rFonts w:cs="Calibri"/>
          <w:szCs w:val="22"/>
        </w:rPr>
        <w:t>jiné oblasti.</w:t>
      </w:r>
    </w:p>
    <w:p w14:paraId="7EDA88E4" w14:textId="77777777" w:rsidR="00540403" w:rsidRDefault="00540403" w:rsidP="00540403">
      <w:pPr>
        <w:jc w:val="both"/>
        <w:rPr>
          <w:rFonts w:cs="Calibri"/>
          <w:b/>
          <w:szCs w:val="22"/>
        </w:rPr>
      </w:pPr>
    </w:p>
    <w:p w14:paraId="20C29043" w14:textId="77777777" w:rsidR="00540403" w:rsidRPr="00C354C7" w:rsidRDefault="00540403" w:rsidP="00540403">
      <w:pPr>
        <w:jc w:val="both"/>
        <w:rPr>
          <w:rFonts w:cs="Calibri"/>
          <w:b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 </w:t>
      </w:r>
      <w:r>
        <w:rPr>
          <w:rFonts w:cs="Calibri"/>
          <w:b/>
          <w:szCs w:val="22"/>
        </w:rPr>
        <w:t>ani činnosti vedoucí k jejich dosažení</w:t>
      </w:r>
      <w:r w:rsidRPr="00C354C7">
        <w:rPr>
          <w:rFonts w:cs="Calibri"/>
          <w:b/>
          <w:szCs w:val="22"/>
        </w:rPr>
        <w:t xml:space="preserve"> 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</w:t>
      </w:r>
      <w:r>
        <w:rPr>
          <w:rFonts w:cs="Calibri"/>
          <w:b/>
          <w:szCs w:val="22"/>
        </w:rPr>
        <w:t xml:space="preserve"> cíl</w:t>
      </w:r>
      <w:r w:rsidRPr="00C354C7">
        <w:rPr>
          <w:rFonts w:cs="Calibri"/>
          <w:b/>
          <w:szCs w:val="22"/>
        </w:rPr>
        <w:t xml:space="preserve"> Přizpůsobování se změně klimatu.</w:t>
      </w:r>
      <w:r>
        <w:rPr>
          <w:rFonts w:cs="Calibri"/>
          <w:b/>
          <w:szCs w:val="22"/>
        </w:rPr>
        <w:t xml:space="preserve"> </w:t>
      </w:r>
    </w:p>
    <w:p w14:paraId="63251083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1FF757F2" w14:textId="701EAF60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</w:p>
    <w:p w14:paraId="3415B6F7" w14:textId="77777777" w:rsidR="00A956DA" w:rsidRDefault="00A956DA" w:rsidP="00A956D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956DA" w14:paraId="269B063A" w14:textId="77777777" w:rsidTr="00CE605F">
        <w:tc>
          <w:tcPr>
            <w:tcW w:w="9628" w:type="dxa"/>
          </w:tcPr>
          <w:p w14:paraId="4018E2B2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15BD8CA6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23C988CF" w14:textId="432F6404" w:rsidR="00A956DA" w:rsidRDefault="00A956DA" w:rsidP="00CE605F">
            <w:pPr>
              <w:jc w:val="both"/>
              <w:rPr>
                <w:szCs w:val="22"/>
              </w:rPr>
            </w:pPr>
          </w:p>
          <w:p w14:paraId="0C1CCB1E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05923223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549A2063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37D94E3B" w14:textId="77777777" w:rsidR="00A956DA" w:rsidRDefault="00A956D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44A9BEA" w14:textId="77777777" w:rsidR="00A956DA" w:rsidRPr="00C354C7" w:rsidRDefault="00A956DA" w:rsidP="00A956DA">
      <w:pPr>
        <w:jc w:val="both"/>
        <w:rPr>
          <w:rFonts w:asciiTheme="minorHAnsi" w:hAnsiTheme="minorHAnsi" w:cstheme="minorHAnsi"/>
          <w:szCs w:val="22"/>
        </w:rPr>
      </w:pPr>
    </w:p>
    <w:p w14:paraId="3635701F" w14:textId="0198B144" w:rsidR="00A956DA" w:rsidRDefault="00A956DA" w:rsidP="00A956DA">
      <w:pPr>
        <w:rPr>
          <w:rFonts w:asciiTheme="minorHAnsi" w:eastAsiaTheme="minorEastAsia" w:hAnsiTheme="minorHAnsi" w:cstheme="minorBidi"/>
        </w:rPr>
      </w:pPr>
    </w:p>
    <w:p w14:paraId="59D5396B" w14:textId="77777777" w:rsidR="00A956DA" w:rsidRDefault="00A956DA" w:rsidP="00A956DA">
      <w:pPr>
        <w:rPr>
          <w:rFonts w:asciiTheme="minorHAnsi" w:eastAsiaTheme="minorEastAsia" w:hAnsiTheme="minorHAnsi" w:cstheme="minorBidi"/>
        </w:rPr>
      </w:pPr>
    </w:p>
    <w:p w14:paraId="3B1B1BEB" w14:textId="33EA0738" w:rsidR="00A956DA" w:rsidRPr="00F042CB" w:rsidRDefault="00A956DA" w:rsidP="00A956D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C. </w:t>
      </w:r>
      <w:r>
        <w:rPr>
          <w:rFonts w:eastAsia="Calibri" w:cs="Calibri"/>
          <w:b/>
          <w:sz w:val="24"/>
        </w:rPr>
        <w:tab/>
      </w:r>
      <w:r w:rsidRPr="00A956DA">
        <w:rPr>
          <w:rFonts w:eastAsia="Calibri" w:cs="Calibri"/>
          <w:b/>
          <w:sz w:val="24"/>
        </w:rPr>
        <w:t>Udržitelné využívání a ochrana vodních a mořských zdrojů</w:t>
      </w:r>
    </w:p>
    <w:p w14:paraId="1A0AEB3A" w14:textId="77777777" w:rsidR="00A956DA" w:rsidRPr="00C354C7" w:rsidRDefault="00A956DA" w:rsidP="00A956DA">
      <w:pPr>
        <w:jc w:val="both"/>
        <w:rPr>
          <w:b/>
          <w:szCs w:val="22"/>
        </w:rPr>
      </w:pPr>
    </w:p>
    <w:p w14:paraId="5AF21FC8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Č</w:t>
      </w:r>
      <w:r w:rsidRPr="00785AB2">
        <w:rPr>
          <w:rFonts w:asciiTheme="minorHAnsi" w:hAnsiTheme="minorHAnsi" w:cstheme="minorHAnsi"/>
          <w:szCs w:val="22"/>
        </w:rPr>
        <w:t>innost významně poškozuje udržitelné využívání a</w:t>
      </w:r>
      <w:r>
        <w:rPr>
          <w:rFonts w:asciiTheme="minorHAnsi" w:hAnsiTheme="minorHAnsi" w:cstheme="minorHAnsi"/>
          <w:szCs w:val="22"/>
        </w:rPr>
        <w:t> </w:t>
      </w:r>
      <w:r w:rsidRPr="00785AB2">
        <w:rPr>
          <w:rFonts w:asciiTheme="minorHAnsi" w:hAnsiTheme="minorHAnsi" w:cstheme="minorHAnsi"/>
          <w:szCs w:val="22"/>
        </w:rPr>
        <w:t>ochranu vodních a</w:t>
      </w:r>
      <w:r>
        <w:rPr>
          <w:rFonts w:asciiTheme="minorHAnsi" w:hAnsiTheme="minorHAnsi" w:cstheme="minorHAnsi"/>
          <w:szCs w:val="22"/>
        </w:rPr>
        <w:t> </w:t>
      </w:r>
      <w:r w:rsidRPr="00785AB2">
        <w:rPr>
          <w:rFonts w:asciiTheme="minorHAnsi" w:hAnsiTheme="minorHAnsi" w:cstheme="minorHAnsi"/>
          <w:szCs w:val="22"/>
        </w:rPr>
        <w:t>mořských zdrojů, pokud poškozuje dobrý stav nebo dobrý ekologický potenciál vodních útvarů, včetně povrchových a</w:t>
      </w:r>
      <w:r>
        <w:rPr>
          <w:rFonts w:asciiTheme="minorHAnsi" w:hAnsiTheme="minorHAnsi" w:cstheme="minorHAnsi"/>
          <w:szCs w:val="22"/>
        </w:rPr>
        <w:t> </w:t>
      </w:r>
      <w:r w:rsidRPr="00785AB2">
        <w:rPr>
          <w:rFonts w:asciiTheme="minorHAnsi" w:hAnsiTheme="minorHAnsi" w:cstheme="minorHAnsi"/>
          <w:szCs w:val="22"/>
        </w:rPr>
        <w:t>podzemních vod, nebo dobrý stav prostředí mořských vod.</w:t>
      </w:r>
    </w:p>
    <w:p w14:paraId="15BA2BFA" w14:textId="77777777" w:rsidR="00540403" w:rsidRDefault="00540403" w:rsidP="00540403">
      <w:pPr>
        <w:jc w:val="both"/>
        <w:rPr>
          <w:rFonts w:cs="Calibri"/>
          <w:b/>
          <w:szCs w:val="22"/>
        </w:rPr>
      </w:pPr>
    </w:p>
    <w:p w14:paraId="2235D403" w14:textId="77777777" w:rsidR="00540403" w:rsidRPr="007B457B" w:rsidRDefault="00540403" w:rsidP="00540403">
      <w:pPr>
        <w:jc w:val="both"/>
        <w:rPr>
          <w:rFonts w:asciiTheme="minorHAnsi" w:hAnsiTheme="minorHAnsi" w:cstheme="minorHAnsi"/>
          <w:b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</w:t>
      </w:r>
      <w:r>
        <w:rPr>
          <w:rFonts w:cs="Calibri"/>
          <w:b/>
          <w:szCs w:val="22"/>
        </w:rPr>
        <w:t xml:space="preserve"> ani činnosti vedoucí k jejich dosažení</w:t>
      </w:r>
      <w:r w:rsidRPr="00C354C7">
        <w:rPr>
          <w:rFonts w:cs="Calibri"/>
          <w:b/>
          <w:szCs w:val="22"/>
        </w:rPr>
        <w:t xml:space="preserve"> 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</w:t>
      </w:r>
      <w:r>
        <w:rPr>
          <w:rFonts w:cs="Calibri"/>
          <w:b/>
          <w:szCs w:val="22"/>
        </w:rPr>
        <w:t xml:space="preserve"> cíl</w:t>
      </w:r>
      <w:r w:rsidRPr="00C354C7">
        <w:rPr>
          <w:rFonts w:cs="Calibri"/>
          <w:b/>
          <w:szCs w:val="22"/>
        </w:rPr>
        <w:t xml:space="preserve"> </w:t>
      </w:r>
      <w:r w:rsidRPr="007B457B">
        <w:rPr>
          <w:rFonts w:asciiTheme="minorHAnsi" w:hAnsiTheme="minorHAnsi" w:cstheme="minorHAnsi"/>
          <w:b/>
          <w:szCs w:val="22"/>
        </w:rPr>
        <w:t>Udržitelné využívání a</w:t>
      </w:r>
      <w:r>
        <w:rPr>
          <w:rFonts w:asciiTheme="minorHAnsi" w:hAnsiTheme="minorHAnsi" w:cstheme="minorHAnsi"/>
          <w:b/>
          <w:szCs w:val="22"/>
        </w:rPr>
        <w:t> </w:t>
      </w:r>
      <w:r w:rsidRPr="007B457B">
        <w:rPr>
          <w:rFonts w:asciiTheme="minorHAnsi" w:hAnsiTheme="minorHAnsi" w:cstheme="minorHAnsi"/>
          <w:b/>
          <w:szCs w:val="22"/>
        </w:rPr>
        <w:t>ochrana vodních a</w:t>
      </w:r>
      <w:r>
        <w:rPr>
          <w:rFonts w:asciiTheme="minorHAnsi" w:hAnsiTheme="minorHAnsi" w:cstheme="minorHAnsi"/>
          <w:b/>
          <w:szCs w:val="22"/>
        </w:rPr>
        <w:t> </w:t>
      </w:r>
      <w:r w:rsidRPr="007B457B">
        <w:rPr>
          <w:rFonts w:asciiTheme="minorHAnsi" w:hAnsiTheme="minorHAnsi" w:cstheme="minorHAnsi"/>
          <w:b/>
          <w:szCs w:val="22"/>
        </w:rPr>
        <w:t>mořských zdrojů</w:t>
      </w:r>
      <w:r w:rsidRPr="007B457B">
        <w:rPr>
          <w:rFonts w:cs="Calibri"/>
          <w:b/>
          <w:szCs w:val="22"/>
        </w:rPr>
        <w:t>.</w:t>
      </w:r>
    </w:p>
    <w:p w14:paraId="061347CB" w14:textId="77777777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2CB5DBE9" w14:textId="7B9117DB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4F9A25B2" w14:textId="77777777" w:rsidR="00A956DA" w:rsidRDefault="00A956DA" w:rsidP="00A956D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956DA" w14:paraId="675BE62F" w14:textId="77777777" w:rsidTr="00CE605F">
        <w:tc>
          <w:tcPr>
            <w:tcW w:w="9628" w:type="dxa"/>
          </w:tcPr>
          <w:p w14:paraId="67A4F8B3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3EE5DF77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13BABC6A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7DDADC5C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5044BBEB" w14:textId="47A8F352" w:rsidR="00A956DA" w:rsidRDefault="00A956DA" w:rsidP="00CE605F">
            <w:pPr>
              <w:jc w:val="both"/>
              <w:rPr>
                <w:szCs w:val="22"/>
              </w:rPr>
            </w:pPr>
          </w:p>
          <w:p w14:paraId="378B7E2F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77EA0201" w14:textId="77777777" w:rsidR="00A956DA" w:rsidRDefault="00A956D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B9A82CC" w14:textId="77777777" w:rsidR="00A956DA" w:rsidRPr="00C354C7" w:rsidRDefault="00A956DA" w:rsidP="00A956DA">
      <w:pPr>
        <w:jc w:val="both"/>
        <w:rPr>
          <w:rFonts w:asciiTheme="minorHAnsi" w:hAnsiTheme="minorHAnsi" w:cstheme="minorHAnsi"/>
          <w:szCs w:val="22"/>
        </w:rPr>
      </w:pPr>
    </w:p>
    <w:p w14:paraId="57C25714" w14:textId="3423C67D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5B826667" w14:textId="7D74B267" w:rsidR="00A956DA" w:rsidRDefault="00A956DA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7426A17A" w14:textId="77777777" w:rsidR="0080365A" w:rsidRDefault="0080365A" w:rsidP="0080365A">
      <w:pPr>
        <w:rPr>
          <w:rFonts w:asciiTheme="minorHAnsi" w:eastAsiaTheme="minorEastAsia" w:hAnsiTheme="minorHAnsi" w:cstheme="minorBidi"/>
        </w:rPr>
      </w:pPr>
    </w:p>
    <w:p w14:paraId="090DCCF2" w14:textId="470E230F" w:rsidR="0080365A" w:rsidRPr="00F042CB" w:rsidRDefault="0080365A" w:rsidP="0080365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D. </w:t>
      </w:r>
      <w:r>
        <w:rPr>
          <w:rFonts w:eastAsia="Calibri" w:cs="Calibri"/>
          <w:b/>
          <w:sz w:val="24"/>
        </w:rPr>
        <w:tab/>
      </w:r>
      <w:r w:rsidRPr="0080365A">
        <w:rPr>
          <w:rFonts w:eastAsia="Calibri" w:cs="Calibri"/>
          <w:b/>
          <w:sz w:val="24"/>
        </w:rPr>
        <w:t>Oběhové hospodářství včetně předcházení vzniku odpadů a recyklace</w:t>
      </w:r>
    </w:p>
    <w:p w14:paraId="717C0AB2" w14:textId="77777777" w:rsidR="0080365A" w:rsidRPr="00C354C7" w:rsidRDefault="0080365A" w:rsidP="0080365A">
      <w:pPr>
        <w:jc w:val="both"/>
        <w:rPr>
          <w:b/>
          <w:szCs w:val="22"/>
        </w:rPr>
      </w:pPr>
    </w:p>
    <w:p w14:paraId="17C27FFD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Č</w:t>
      </w:r>
      <w:r w:rsidRPr="00E90FD2">
        <w:rPr>
          <w:rFonts w:asciiTheme="minorHAnsi" w:hAnsiTheme="minorHAnsi" w:cstheme="minorHAnsi"/>
          <w:szCs w:val="22"/>
        </w:rPr>
        <w:t xml:space="preserve">innost významně poškozuje </w:t>
      </w:r>
      <w:r>
        <w:rPr>
          <w:rFonts w:asciiTheme="minorHAnsi" w:hAnsiTheme="minorHAnsi" w:cstheme="minorHAnsi"/>
          <w:szCs w:val="22"/>
        </w:rPr>
        <w:t>tento environmentální cíl</w:t>
      </w:r>
      <w:r w:rsidRPr="00E90FD2">
        <w:rPr>
          <w:rFonts w:asciiTheme="minorHAnsi" w:hAnsiTheme="minorHAnsi" w:cstheme="minorHAnsi"/>
          <w:szCs w:val="22"/>
        </w:rPr>
        <w:t>, pokud vede k</w:t>
      </w:r>
      <w:r>
        <w:rPr>
          <w:rFonts w:asciiTheme="minorHAnsi" w:hAnsiTheme="minorHAnsi" w:cstheme="minorHAnsi"/>
          <w:szCs w:val="22"/>
        </w:rPr>
        <w:t> </w:t>
      </w:r>
      <w:r w:rsidRPr="00E90FD2">
        <w:rPr>
          <w:rFonts w:asciiTheme="minorHAnsi" w:hAnsiTheme="minorHAnsi" w:cstheme="minorHAnsi"/>
          <w:szCs w:val="22"/>
        </w:rPr>
        <w:t>významné nehospodárnosti v</w:t>
      </w:r>
      <w:r>
        <w:rPr>
          <w:rFonts w:asciiTheme="minorHAnsi" w:hAnsiTheme="minorHAnsi" w:cstheme="minorHAnsi"/>
          <w:szCs w:val="22"/>
        </w:rPr>
        <w:t> </w:t>
      </w:r>
      <w:r w:rsidRPr="00E90FD2">
        <w:rPr>
          <w:rFonts w:asciiTheme="minorHAnsi" w:hAnsiTheme="minorHAnsi" w:cstheme="minorHAnsi"/>
          <w:szCs w:val="22"/>
        </w:rPr>
        <w:t>používání materiálů nebo v</w:t>
      </w:r>
      <w:r>
        <w:rPr>
          <w:rFonts w:asciiTheme="minorHAnsi" w:hAnsiTheme="minorHAnsi" w:cstheme="minorHAnsi"/>
          <w:szCs w:val="22"/>
        </w:rPr>
        <w:t> </w:t>
      </w:r>
      <w:r w:rsidRPr="00E90FD2">
        <w:rPr>
          <w:rFonts w:asciiTheme="minorHAnsi" w:hAnsiTheme="minorHAnsi" w:cstheme="minorHAnsi"/>
          <w:szCs w:val="22"/>
        </w:rPr>
        <w:t>přímém nebo nepřímém využívání přírodních zdrojů nebo pokud významně přispívá ke vzniku, spalování nebo odstraňování odpadu nebo pokud dlouhodobé odstraňování odpadu může způsobit významné a</w:t>
      </w:r>
      <w:r>
        <w:rPr>
          <w:rFonts w:asciiTheme="minorHAnsi" w:hAnsiTheme="minorHAnsi" w:cstheme="minorHAnsi"/>
          <w:szCs w:val="22"/>
        </w:rPr>
        <w:t> </w:t>
      </w:r>
      <w:r w:rsidRPr="00E90FD2">
        <w:rPr>
          <w:rFonts w:asciiTheme="minorHAnsi" w:hAnsiTheme="minorHAnsi" w:cstheme="minorHAnsi"/>
          <w:szCs w:val="22"/>
        </w:rPr>
        <w:t>dlouhodobé škody na životním prostředí.</w:t>
      </w:r>
    </w:p>
    <w:p w14:paraId="1BB4C6C2" w14:textId="77777777" w:rsidR="00540403" w:rsidRDefault="00540403" w:rsidP="00540403">
      <w:pPr>
        <w:jc w:val="both"/>
        <w:rPr>
          <w:i/>
          <w:iCs/>
          <w:szCs w:val="22"/>
        </w:rPr>
      </w:pPr>
    </w:p>
    <w:p w14:paraId="0139BCA6" w14:textId="77777777" w:rsidR="00540403" w:rsidRDefault="00540403" w:rsidP="00540403">
      <w:pPr>
        <w:jc w:val="both"/>
        <w:rPr>
          <w:rFonts w:cs="Calibri"/>
          <w:b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 </w:t>
      </w:r>
      <w:r>
        <w:rPr>
          <w:rFonts w:cs="Calibri"/>
          <w:b/>
          <w:szCs w:val="22"/>
        </w:rPr>
        <w:t>ani činnosti vedoucí k jejich dosažení</w:t>
      </w:r>
      <w:r w:rsidRPr="00C354C7">
        <w:rPr>
          <w:rFonts w:cs="Calibri"/>
          <w:b/>
          <w:szCs w:val="22"/>
        </w:rPr>
        <w:t xml:space="preserve"> 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</w:t>
      </w:r>
      <w:r>
        <w:rPr>
          <w:rFonts w:cs="Calibri"/>
          <w:b/>
          <w:szCs w:val="22"/>
        </w:rPr>
        <w:t xml:space="preserve"> cíl</w:t>
      </w:r>
      <w:r w:rsidRPr="00C354C7">
        <w:rPr>
          <w:rFonts w:cs="Calibri"/>
          <w:b/>
          <w:szCs w:val="22"/>
        </w:rPr>
        <w:t xml:space="preserve"> </w:t>
      </w:r>
      <w:r w:rsidRPr="00E90FD2">
        <w:rPr>
          <w:rFonts w:asciiTheme="minorHAnsi" w:hAnsiTheme="minorHAnsi" w:cstheme="minorHAnsi"/>
          <w:b/>
          <w:szCs w:val="22"/>
        </w:rPr>
        <w:t>Oběhové hospodářství včetně předcházení vzniku odpadů a</w:t>
      </w:r>
      <w:r>
        <w:rPr>
          <w:rFonts w:asciiTheme="minorHAnsi" w:hAnsiTheme="minorHAnsi" w:cstheme="minorHAnsi"/>
          <w:b/>
          <w:szCs w:val="22"/>
        </w:rPr>
        <w:t> </w:t>
      </w:r>
      <w:r w:rsidRPr="00E90FD2">
        <w:rPr>
          <w:rFonts w:asciiTheme="minorHAnsi" w:hAnsiTheme="minorHAnsi" w:cstheme="minorHAnsi"/>
          <w:b/>
          <w:szCs w:val="22"/>
        </w:rPr>
        <w:t>recyklace</w:t>
      </w:r>
      <w:r w:rsidRPr="007B457B">
        <w:rPr>
          <w:rFonts w:cs="Calibri"/>
          <w:b/>
          <w:szCs w:val="22"/>
        </w:rPr>
        <w:t>.</w:t>
      </w:r>
      <w:r>
        <w:rPr>
          <w:rFonts w:cs="Calibri"/>
          <w:b/>
          <w:szCs w:val="22"/>
        </w:rPr>
        <w:t xml:space="preserve"> </w:t>
      </w:r>
    </w:p>
    <w:p w14:paraId="1F06DA50" w14:textId="77777777" w:rsidR="00540403" w:rsidRDefault="00540403" w:rsidP="00540403">
      <w:pPr>
        <w:jc w:val="both"/>
        <w:rPr>
          <w:b/>
          <w:iCs/>
          <w:szCs w:val="22"/>
        </w:rPr>
      </w:pPr>
      <w:r>
        <w:rPr>
          <w:b/>
          <w:iCs/>
          <w:szCs w:val="22"/>
        </w:rPr>
        <w:t xml:space="preserve">V případě veřejných zakázek na nákup ICT zařízení je zajištěn soulad </w:t>
      </w:r>
      <w:r w:rsidRPr="00B452CB">
        <w:rPr>
          <w:b/>
          <w:iCs/>
          <w:szCs w:val="22"/>
        </w:rPr>
        <w:t>s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kritérii EU pro zelené veřejné zakázky</w:t>
      </w:r>
      <w:r>
        <w:rPr>
          <w:rStyle w:val="Znakapoznpodarou"/>
          <w:b/>
          <w:iCs/>
          <w:szCs w:val="22"/>
        </w:rPr>
        <w:footnoteReference w:id="2"/>
      </w:r>
      <w:r>
        <w:rPr>
          <w:b/>
          <w:iCs/>
          <w:szCs w:val="22"/>
        </w:rPr>
        <w:t xml:space="preserve"> v této oblasti</w:t>
      </w:r>
      <w:r w:rsidRPr="00B452CB">
        <w:rPr>
          <w:b/>
          <w:iCs/>
          <w:szCs w:val="22"/>
        </w:rPr>
        <w:t xml:space="preserve"> a/nebo </w:t>
      </w:r>
      <w:r>
        <w:rPr>
          <w:b/>
          <w:iCs/>
          <w:szCs w:val="22"/>
        </w:rPr>
        <w:t>jsou</w:t>
      </w:r>
      <w:r w:rsidRPr="00B452CB">
        <w:rPr>
          <w:b/>
          <w:iCs/>
          <w:szCs w:val="22"/>
        </w:rPr>
        <w:t xml:space="preserve"> zajištěny požadavky na energetickou a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materiálovou účinnost a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požadavky na recyklaci stanovené v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souladu se směrnicí 2009/125/ES</w:t>
      </w:r>
      <w:r>
        <w:rPr>
          <w:rStyle w:val="Znakapoznpodarou"/>
          <w:b/>
          <w:iCs/>
          <w:szCs w:val="22"/>
        </w:rPr>
        <w:footnoteReference w:id="3"/>
      </w:r>
      <w:r w:rsidRPr="00B452CB">
        <w:rPr>
          <w:b/>
          <w:iCs/>
          <w:szCs w:val="22"/>
        </w:rPr>
        <w:t>, směrnicí 2011/65/EU</w:t>
      </w:r>
      <w:r>
        <w:rPr>
          <w:rStyle w:val="Znakapoznpodarou"/>
          <w:b/>
          <w:iCs/>
          <w:szCs w:val="22"/>
        </w:rPr>
        <w:footnoteReference w:id="4"/>
      </w:r>
      <w:r w:rsidRPr="00B452CB">
        <w:rPr>
          <w:b/>
          <w:iCs/>
          <w:szCs w:val="22"/>
        </w:rPr>
        <w:t xml:space="preserve"> a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směrnicí 2021/19/EU</w:t>
      </w:r>
      <w:r>
        <w:rPr>
          <w:rStyle w:val="Znakapoznpodarou"/>
          <w:b/>
          <w:iCs/>
          <w:szCs w:val="22"/>
        </w:rPr>
        <w:footnoteReference w:id="5"/>
      </w:r>
      <w:r w:rsidRPr="00B452CB">
        <w:rPr>
          <w:b/>
          <w:iCs/>
          <w:szCs w:val="22"/>
        </w:rPr>
        <w:t xml:space="preserve">.  </w:t>
      </w:r>
    </w:p>
    <w:p w14:paraId="64F1F6C5" w14:textId="77777777" w:rsidR="00540403" w:rsidRPr="00B452CB" w:rsidRDefault="00540403" w:rsidP="00540403">
      <w:pPr>
        <w:jc w:val="both"/>
        <w:rPr>
          <w:b/>
          <w:iCs/>
          <w:szCs w:val="22"/>
        </w:rPr>
      </w:pPr>
      <w:r>
        <w:rPr>
          <w:b/>
          <w:iCs/>
          <w:szCs w:val="22"/>
        </w:rPr>
        <w:t>Prohlašuji, že s p</w:t>
      </w:r>
      <w:r w:rsidRPr="00B452CB">
        <w:rPr>
          <w:b/>
          <w:iCs/>
          <w:szCs w:val="22"/>
        </w:rPr>
        <w:t>ořízen</w:t>
      </w:r>
      <w:r>
        <w:rPr>
          <w:b/>
          <w:iCs/>
          <w:szCs w:val="22"/>
        </w:rPr>
        <w:t>ým</w:t>
      </w:r>
      <w:r w:rsidRPr="00B452CB">
        <w:rPr>
          <w:b/>
          <w:iCs/>
          <w:szCs w:val="22"/>
        </w:rPr>
        <w:t xml:space="preserve"> IT vybavení</w:t>
      </w:r>
      <w:r>
        <w:rPr>
          <w:b/>
          <w:iCs/>
          <w:szCs w:val="22"/>
        </w:rPr>
        <w:t>m</w:t>
      </w:r>
      <w:r w:rsidRPr="00B452CB">
        <w:rPr>
          <w:b/>
          <w:iCs/>
          <w:szCs w:val="22"/>
        </w:rPr>
        <w:t xml:space="preserve"> bude po skončení životnosti</w:t>
      </w:r>
      <w:r>
        <w:rPr>
          <w:b/>
          <w:iCs/>
          <w:szCs w:val="22"/>
        </w:rPr>
        <w:t xml:space="preserve"> nakládáno v souladu s příslušnou legislativou,</w:t>
      </w:r>
      <w:r w:rsidRPr="00B452CB">
        <w:rPr>
          <w:b/>
          <w:iCs/>
          <w:szCs w:val="22"/>
        </w:rPr>
        <w:t xml:space="preserve"> bude předáno oprávněným subjektům k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likvidaci</w:t>
      </w:r>
      <w:r>
        <w:rPr>
          <w:b/>
          <w:iCs/>
          <w:szCs w:val="22"/>
        </w:rPr>
        <w:t xml:space="preserve"> či bude zajištěna jeho recyklace.</w:t>
      </w:r>
    </w:p>
    <w:p w14:paraId="3194C264" w14:textId="77777777" w:rsidR="00540403" w:rsidRDefault="00540403" w:rsidP="00540403">
      <w:pPr>
        <w:jc w:val="both"/>
        <w:rPr>
          <w:iCs/>
          <w:szCs w:val="22"/>
        </w:rPr>
      </w:pPr>
    </w:p>
    <w:p w14:paraId="32F237D1" w14:textId="71B83AB1" w:rsidR="00540403" w:rsidRDefault="00540403" w:rsidP="00540403">
      <w:pPr>
        <w:jc w:val="both"/>
        <w:rPr>
          <w:iCs/>
          <w:szCs w:val="22"/>
        </w:rPr>
      </w:pPr>
      <w:r w:rsidRPr="00C354C7">
        <w:rPr>
          <w:rFonts w:asciiTheme="minorHAnsi" w:hAnsiTheme="minorHAnsi" w:cstheme="minorHAnsi"/>
          <w:szCs w:val="22"/>
        </w:rPr>
        <w:t>Z</w:t>
      </w:r>
      <w:r w:rsidRPr="00917199">
        <w:rPr>
          <w:iCs/>
          <w:szCs w:val="22"/>
        </w:rPr>
        <w:t>důvodnění</w:t>
      </w:r>
    </w:p>
    <w:p w14:paraId="43B093B5" w14:textId="77777777" w:rsidR="0080365A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365A" w14:paraId="5876BF6A" w14:textId="77777777" w:rsidTr="00CE605F">
        <w:tc>
          <w:tcPr>
            <w:tcW w:w="9628" w:type="dxa"/>
          </w:tcPr>
          <w:p w14:paraId="681F66E3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17BAEE08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794A5B08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0D95FDCA" w14:textId="77777777" w:rsidR="0080365A" w:rsidRDefault="0080365A" w:rsidP="00CE605F">
            <w:pPr>
              <w:jc w:val="both"/>
              <w:rPr>
                <w:szCs w:val="22"/>
              </w:rPr>
            </w:pPr>
          </w:p>
          <w:p w14:paraId="4E35F5DD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07260411" w14:textId="77777777" w:rsidR="0080365A" w:rsidRDefault="0080365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E9A2B09" w14:textId="77777777" w:rsidR="0080365A" w:rsidRPr="00C354C7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p w14:paraId="0176102A" w14:textId="7CF89BDB" w:rsidR="0080365A" w:rsidRDefault="0080365A" w:rsidP="00540403">
      <w:pPr>
        <w:jc w:val="both"/>
        <w:rPr>
          <w:iCs/>
          <w:szCs w:val="22"/>
        </w:rPr>
      </w:pPr>
    </w:p>
    <w:p w14:paraId="02F01C2C" w14:textId="77777777" w:rsidR="0080365A" w:rsidRDefault="0080365A" w:rsidP="0080365A">
      <w:pPr>
        <w:rPr>
          <w:rFonts w:asciiTheme="minorHAnsi" w:eastAsiaTheme="minorEastAsia" w:hAnsiTheme="minorHAnsi" w:cstheme="minorBidi"/>
        </w:rPr>
      </w:pPr>
    </w:p>
    <w:p w14:paraId="50756BD8" w14:textId="13D9BEA0" w:rsidR="0080365A" w:rsidRPr="00F042CB" w:rsidRDefault="0080365A" w:rsidP="0080365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E. </w:t>
      </w:r>
      <w:r>
        <w:rPr>
          <w:rFonts w:eastAsia="Calibri" w:cs="Calibri"/>
          <w:b/>
          <w:sz w:val="24"/>
        </w:rPr>
        <w:tab/>
      </w:r>
      <w:r w:rsidRPr="0080365A">
        <w:rPr>
          <w:rFonts w:eastAsia="Calibri" w:cs="Calibri"/>
          <w:b/>
          <w:sz w:val="24"/>
        </w:rPr>
        <w:t>Prevence a omezování znečištění ovzduší, vody nebo půdy</w:t>
      </w:r>
    </w:p>
    <w:p w14:paraId="43B72F96" w14:textId="77777777" w:rsidR="0080365A" w:rsidRPr="00C354C7" w:rsidRDefault="0080365A" w:rsidP="0080365A">
      <w:pPr>
        <w:jc w:val="both"/>
        <w:rPr>
          <w:b/>
          <w:szCs w:val="22"/>
        </w:rPr>
      </w:pPr>
    </w:p>
    <w:p w14:paraId="0B19928B" w14:textId="77777777" w:rsidR="00540403" w:rsidRPr="00B97FE8" w:rsidRDefault="00540403" w:rsidP="00540403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Č</w:t>
      </w:r>
      <w:r w:rsidRPr="00B97FE8">
        <w:rPr>
          <w:rFonts w:asciiTheme="minorHAnsi" w:hAnsiTheme="minorHAnsi" w:cstheme="minorHAnsi"/>
          <w:szCs w:val="22"/>
        </w:rPr>
        <w:t xml:space="preserve">innost významně poškozuje </w:t>
      </w:r>
      <w:r>
        <w:rPr>
          <w:rFonts w:asciiTheme="minorHAnsi" w:hAnsiTheme="minorHAnsi" w:cstheme="minorHAnsi"/>
          <w:szCs w:val="22"/>
        </w:rPr>
        <w:t>tento environmentální cíl</w:t>
      </w:r>
      <w:r w:rsidRPr="00B97FE8">
        <w:rPr>
          <w:rFonts w:asciiTheme="minorHAnsi" w:hAnsiTheme="minorHAnsi" w:cstheme="minorHAnsi"/>
          <w:szCs w:val="22"/>
        </w:rPr>
        <w:t>, pokud vede k</w:t>
      </w:r>
      <w:r>
        <w:rPr>
          <w:rFonts w:asciiTheme="minorHAnsi" w:hAnsiTheme="minorHAnsi" w:cstheme="minorHAnsi"/>
          <w:szCs w:val="22"/>
        </w:rPr>
        <w:t> </w:t>
      </w:r>
      <w:r w:rsidRPr="00B97FE8">
        <w:rPr>
          <w:rFonts w:asciiTheme="minorHAnsi" w:hAnsiTheme="minorHAnsi" w:cstheme="minorHAnsi"/>
          <w:szCs w:val="22"/>
        </w:rPr>
        <w:t>významnému zvýšení emisí znečišťujících látek do ovzduší, vody nebo půdy.</w:t>
      </w:r>
    </w:p>
    <w:p w14:paraId="6F17A3E1" w14:textId="77777777" w:rsidR="00540403" w:rsidRDefault="00540403" w:rsidP="00540403">
      <w:pPr>
        <w:jc w:val="both"/>
        <w:rPr>
          <w:i/>
          <w:iCs/>
          <w:szCs w:val="22"/>
        </w:rPr>
      </w:pPr>
    </w:p>
    <w:p w14:paraId="78F6D038" w14:textId="77777777" w:rsidR="00540403" w:rsidRPr="00761D71" w:rsidRDefault="00540403" w:rsidP="00540403">
      <w:pPr>
        <w:jc w:val="both"/>
        <w:rPr>
          <w:rFonts w:cs="Calibri"/>
          <w:b/>
          <w:szCs w:val="22"/>
        </w:rPr>
      </w:pPr>
      <w:r w:rsidRPr="00761D71">
        <w:rPr>
          <w:rFonts w:cs="Calibri"/>
          <w:b/>
          <w:szCs w:val="22"/>
        </w:rPr>
        <w:t>Prohlašuji, že výstupy projektu ani činnosti vedoucí k</w:t>
      </w:r>
      <w:r>
        <w:rPr>
          <w:rFonts w:cs="Calibri"/>
          <w:b/>
          <w:szCs w:val="22"/>
        </w:rPr>
        <w:t> </w:t>
      </w:r>
      <w:r w:rsidRPr="00761D71">
        <w:rPr>
          <w:rFonts w:cs="Calibri"/>
          <w:b/>
          <w:szCs w:val="22"/>
        </w:rPr>
        <w:t>jejich dosažení významně nepoškozují environmentální cíl Prevence a</w:t>
      </w:r>
      <w:r>
        <w:rPr>
          <w:rFonts w:cs="Calibri"/>
          <w:b/>
          <w:szCs w:val="22"/>
        </w:rPr>
        <w:t> </w:t>
      </w:r>
      <w:r w:rsidRPr="00761D71">
        <w:rPr>
          <w:rFonts w:cs="Calibri"/>
          <w:b/>
          <w:szCs w:val="22"/>
        </w:rPr>
        <w:t xml:space="preserve">omezování znečištění ovzduší, vody nebo půdy. </w:t>
      </w:r>
    </w:p>
    <w:p w14:paraId="2F9EDA53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7C2A5DDE" w14:textId="2372C091" w:rsidR="00540403" w:rsidRDefault="00540403" w:rsidP="00540403">
      <w:pPr>
        <w:tabs>
          <w:tab w:val="left" w:pos="5362"/>
        </w:tabs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7ABFC70C" w14:textId="77777777" w:rsidR="0080365A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365A" w14:paraId="63F5114B" w14:textId="77777777" w:rsidTr="00CE605F">
        <w:tc>
          <w:tcPr>
            <w:tcW w:w="9628" w:type="dxa"/>
          </w:tcPr>
          <w:p w14:paraId="2A4412C5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1090C957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1D88C3CF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22CC8E54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00A3A2AE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20A48E55" w14:textId="77777777" w:rsidR="0080365A" w:rsidRDefault="0080365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22E7CE6" w14:textId="51BAE657" w:rsidR="0080365A" w:rsidRPr="00B97E30" w:rsidRDefault="0080365A" w:rsidP="00B97E30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2"/>
        </w:rPr>
      </w:pPr>
    </w:p>
    <w:p w14:paraId="2C7A69D5" w14:textId="12F6EE7A" w:rsidR="0080365A" w:rsidRPr="00F042CB" w:rsidRDefault="0080365A" w:rsidP="0080365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F. </w:t>
      </w:r>
      <w:r>
        <w:rPr>
          <w:rFonts w:eastAsia="Calibri" w:cs="Calibri"/>
          <w:b/>
          <w:sz w:val="24"/>
        </w:rPr>
        <w:tab/>
      </w:r>
      <w:r w:rsidRPr="0080365A">
        <w:rPr>
          <w:rFonts w:eastAsia="Calibri" w:cs="Calibri"/>
          <w:b/>
          <w:sz w:val="24"/>
        </w:rPr>
        <w:t>Ochrana a obnova biologické rozmanitosti a ekosystémů</w:t>
      </w:r>
    </w:p>
    <w:p w14:paraId="6F3AE7E5" w14:textId="77777777" w:rsidR="0080365A" w:rsidRPr="00C354C7" w:rsidRDefault="0080365A" w:rsidP="0080365A">
      <w:pPr>
        <w:jc w:val="both"/>
        <w:rPr>
          <w:b/>
          <w:szCs w:val="22"/>
        </w:rPr>
      </w:pPr>
    </w:p>
    <w:p w14:paraId="7D14971D" w14:textId="77777777" w:rsidR="00540403" w:rsidRDefault="00540403" w:rsidP="00540403">
      <w:pPr>
        <w:jc w:val="both"/>
        <w:rPr>
          <w:szCs w:val="22"/>
        </w:rPr>
      </w:pPr>
      <w:r>
        <w:rPr>
          <w:szCs w:val="22"/>
        </w:rPr>
        <w:t>Č</w:t>
      </w:r>
      <w:r w:rsidRPr="00EA781C">
        <w:rPr>
          <w:szCs w:val="22"/>
        </w:rPr>
        <w:t>innost významně poškozuje ochranu a</w:t>
      </w:r>
      <w:r>
        <w:rPr>
          <w:szCs w:val="22"/>
        </w:rPr>
        <w:t> </w:t>
      </w:r>
      <w:r w:rsidRPr="00EA781C">
        <w:rPr>
          <w:szCs w:val="22"/>
        </w:rPr>
        <w:t>obnovu biologické rozmanitosti a</w:t>
      </w:r>
      <w:r>
        <w:rPr>
          <w:szCs w:val="22"/>
        </w:rPr>
        <w:t> </w:t>
      </w:r>
      <w:r w:rsidRPr="00EA781C">
        <w:rPr>
          <w:szCs w:val="22"/>
        </w:rPr>
        <w:t>ekosystémů, pokud ve významné míře poškozuje dobrý stav a</w:t>
      </w:r>
      <w:r>
        <w:rPr>
          <w:szCs w:val="22"/>
        </w:rPr>
        <w:t> </w:t>
      </w:r>
      <w:r w:rsidRPr="00EA781C">
        <w:rPr>
          <w:szCs w:val="22"/>
        </w:rPr>
        <w:t>odolnost ekosystémů nebo poškozuje stav stanovišť a</w:t>
      </w:r>
      <w:r>
        <w:rPr>
          <w:szCs w:val="22"/>
        </w:rPr>
        <w:t> </w:t>
      </w:r>
      <w:r w:rsidRPr="00EA781C">
        <w:rPr>
          <w:szCs w:val="22"/>
        </w:rPr>
        <w:t>druhů z</w:t>
      </w:r>
      <w:r>
        <w:rPr>
          <w:szCs w:val="22"/>
        </w:rPr>
        <w:t> </w:t>
      </w:r>
      <w:r w:rsidRPr="00EA781C">
        <w:rPr>
          <w:szCs w:val="22"/>
        </w:rPr>
        <w:t>hlediska jejich ochrany, a</w:t>
      </w:r>
      <w:r>
        <w:rPr>
          <w:szCs w:val="22"/>
        </w:rPr>
        <w:t> </w:t>
      </w:r>
      <w:r w:rsidRPr="00EA781C">
        <w:rPr>
          <w:szCs w:val="22"/>
        </w:rPr>
        <w:t>to včetně těch, které jsou v</w:t>
      </w:r>
      <w:r>
        <w:rPr>
          <w:szCs w:val="22"/>
        </w:rPr>
        <w:t> </w:t>
      </w:r>
      <w:r w:rsidRPr="00EA781C">
        <w:rPr>
          <w:szCs w:val="22"/>
        </w:rPr>
        <w:t xml:space="preserve">zájmu </w:t>
      </w:r>
      <w:r>
        <w:rPr>
          <w:szCs w:val="22"/>
        </w:rPr>
        <w:t>Evropské u</w:t>
      </w:r>
      <w:r w:rsidRPr="00EA781C">
        <w:rPr>
          <w:szCs w:val="22"/>
        </w:rPr>
        <w:t>nie.</w:t>
      </w:r>
    </w:p>
    <w:p w14:paraId="19F61DF0" w14:textId="77777777" w:rsidR="00540403" w:rsidRDefault="00540403" w:rsidP="00540403">
      <w:pPr>
        <w:jc w:val="both"/>
        <w:rPr>
          <w:szCs w:val="22"/>
        </w:rPr>
      </w:pPr>
    </w:p>
    <w:p w14:paraId="11E730F8" w14:textId="77777777" w:rsidR="00540403" w:rsidRPr="007B457B" w:rsidRDefault="00540403" w:rsidP="00540403">
      <w:pPr>
        <w:jc w:val="both"/>
        <w:rPr>
          <w:rFonts w:asciiTheme="minorHAnsi" w:hAnsiTheme="minorHAnsi" w:cstheme="minorHAnsi"/>
          <w:b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 </w:t>
      </w:r>
      <w:r>
        <w:rPr>
          <w:rFonts w:cs="Calibri"/>
          <w:b/>
          <w:szCs w:val="22"/>
        </w:rPr>
        <w:t>ani činnosti vedoucí k jejich dosažení</w:t>
      </w:r>
      <w:r w:rsidRPr="00C354C7">
        <w:rPr>
          <w:rFonts w:cs="Calibri"/>
          <w:b/>
          <w:szCs w:val="22"/>
        </w:rPr>
        <w:t xml:space="preserve"> 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</w:t>
      </w:r>
      <w:r>
        <w:rPr>
          <w:rFonts w:cs="Calibri"/>
          <w:b/>
          <w:szCs w:val="22"/>
        </w:rPr>
        <w:t xml:space="preserve"> cíl</w:t>
      </w:r>
      <w:r w:rsidRPr="00C354C7">
        <w:rPr>
          <w:rFonts w:cs="Calibri"/>
          <w:b/>
          <w:szCs w:val="22"/>
        </w:rPr>
        <w:t xml:space="preserve"> </w:t>
      </w:r>
      <w:r>
        <w:rPr>
          <w:rFonts w:cs="Calibri"/>
          <w:b/>
          <w:szCs w:val="22"/>
        </w:rPr>
        <w:t>Ochrana a obnova biologické rozmanitosti a ekosystémů</w:t>
      </w:r>
      <w:r w:rsidRPr="007B457B">
        <w:rPr>
          <w:rFonts w:cs="Calibri"/>
          <w:b/>
          <w:szCs w:val="22"/>
        </w:rPr>
        <w:t>.</w:t>
      </w:r>
    </w:p>
    <w:p w14:paraId="6D4E5715" w14:textId="77777777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716FBB49" w14:textId="7FCDEBE1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54C0B433" w14:textId="77777777" w:rsidR="0080365A" w:rsidRDefault="0080365A" w:rsidP="00540403">
      <w:pPr>
        <w:jc w:val="both"/>
        <w:rPr>
          <w:rFonts w:asciiTheme="minorHAnsi" w:hAnsiTheme="minorHAnsi" w:cstheme="minorHAnsi"/>
          <w:szCs w:val="22"/>
        </w:rPr>
      </w:pPr>
    </w:p>
    <w:p w14:paraId="710688B4" w14:textId="77777777" w:rsidR="0080365A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365A" w14:paraId="0990CC8F" w14:textId="77777777" w:rsidTr="00CE605F">
        <w:tc>
          <w:tcPr>
            <w:tcW w:w="9628" w:type="dxa"/>
          </w:tcPr>
          <w:p w14:paraId="22B74EB7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6D53768E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35F808A4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07705A84" w14:textId="77777777" w:rsidR="0080365A" w:rsidRDefault="0080365A" w:rsidP="00CE605F">
            <w:pPr>
              <w:jc w:val="both"/>
              <w:rPr>
                <w:szCs w:val="22"/>
              </w:rPr>
            </w:pPr>
          </w:p>
          <w:p w14:paraId="7C4D32BF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38A0BD74" w14:textId="77777777" w:rsidR="0080365A" w:rsidRDefault="0080365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3042D05" w14:textId="77777777" w:rsidR="0080365A" w:rsidRPr="00C354C7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p w14:paraId="6670C6B2" w14:textId="77777777" w:rsidR="00540403" w:rsidRPr="00C354C7" w:rsidRDefault="00540403" w:rsidP="00540403">
      <w:pPr>
        <w:jc w:val="both"/>
        <w:rPr>
          <w:szCs w:val="22"/>
        </w:rPr>
      </w:pPr>
    </w:p>
    <w:p w14:paraId="0F837927" w14:textId="4C7F65BC" w:rsidR="00540403" w:rsidRDefault="00540403" w:rsidP="00540403">
      <w:pPr>
        <w:jc w:val="both"/>
        <w:rPr>
          <w:szCs w:val="22"/>
        </w:rPr>
      </w:pPr>
    </w:p>
    <w:p w14:paraId="4E6EBFFA" w14:textId="09C7BC21" w:rsidR="00F772DD" w:rsidRDefault="00F772DD" w:rsidP="00540403">
      <w:pPr>
        <w:jc w:val="both"/>
        <w:rPr>
          <w:szCs w:val="22"/>
        </w:rPr>
      </w:pPr>
    </w:p>
    <w:p w14:paraId="4E88FD74" w14:textId="77777777" w:rsidR="00F772DD" w:rsidRPr="00C354C7" w:rsidRDefault="00F772DD" w:rsidP="00540403">
      <w:pPr>
        <w:jc w:val="both"/>
        <w:rPr>
          <w:szCs w:val="22"/>
        </w:rPr>
      </w:pPr>
    </w:p>
    <w:tbl>
      <w:tblPr>
        <w:tblStyle w:val="Mkatabulky"/>
        <w:tblW w:w="9781" w:type="dxa"/>
        <w:tblLayout w:type="fixed"/>
        <w:tblLook w:val="0600" w:firstRow="0" w:lastRow="0" w:firstColumn="0" w:lastColumn="0" w:noHBand="1" w:noVBand="1"/>
      </w:tblPr>
      <w:tblGrid>
        <w:gridCol w:w="3549"/>
        <w:gridCol w:w="6232"/>
      </w:tblGrid>
      <w:tr w:rsidR="00540403" w:rsidRPr="008D1A47" w14:paraId="3591B6B1" w14:textId="77777777" w:rsidTr="00CE605F">
        <w:trPr>
          <w:trHeight w:val="315"/>
        </w:trPr>
        <w:tc>
          <w:tcPr>
            <w:tcW w:w="3549" w:type="dxa"/>
          </w:tcPr>
          <w:p w14:paraId="41CB8284" w14:textId="77777777" w:rsidR="00540403" w:rsidRPr="000F2425" w:rsidRDefault="00540403" w:rsidP="00CE605F">
            <w:pPr>
              <w:widowControl w:val="0"/>
              <w:spacing w:line="276" w:lineRule="auto"/>
              <w:rPr>
                <w:rFonts w:cs="Calibri"/>
                <w:b/>
              </w:rPr>
            </w:pPr>
            <w:r w:rsidRPr="000F2425">
              <w:rPr>
                <w:rFonts w:cs="Calibri"/>
                <w:b/>
              </w:rPr>
              <w:t>Identifikační číslo projektu</w:t>
            </w:r>
          </w:p>
        </w:tc>
        <w:tc>
          <w:tcPr>
            <w:tcW w:w="6232" w:type="dxa"/>
          </w:tcPr>
          <w:p w14:paraId="375AE862" w14:textId="77777777" w:rsidR="00540403" w:rsidRPr="008D1A47" w:rsidRDefault="00540403" w:rsidP="00CE605F">
            <w:pPr>
              <w:widowControl w:val="0"/>
              <w:spacing w:line="276" w:lineRule="auto"/>
              <w:rPr>
                <w:rFonts w:cs="Calibri"/>
                <w:highlight w:val="yellow"/>
              </w:rPr>
            </w:pPr>
          </w:p>
        </w:tc>
      </w:tr>
      <w:tr w:rsidR="00540403" w14:paraId="205DC26C" w14:textId="77777777" w:rsidTr="00CE605F">
        <w:trPr>
          <w:trHeight w:val="315"/>
        </w:trPr>
        <w:tc>
          <w:tcPr>
            <w:tcW w:w="3549" w:type="dxa"/>
          </w:tcPr>
          <w:p w14:paraId="321A7BE5" w14:textId="77777777" w:rsidR="00540403" w:rsidRPr="000F2425" w:rsidRDefault="00540403" w:rsidP="00CE605F">
            <w:pPr>
              <w:widowControl w:val="0"/>
              <w:spacing w:line="276" w:lineRule="auto"/>
              <w:rPr>
                <w:rFonts w:cs="Calibri"/>
                <w:b/>
              </w:rPr>
            </w:pPr>
            <w:r w:rsidRPr="000F2425">
              <w:rPr>
                <w:rFonts w:cs="Calibri"/>
                <w:b/>
              </w:rPr>
              <w:t>Příjemce dotace</w:t>
            </w:r>
          </w:p>
        </w:tc>
        <w:tc>
          <w:tcPr>
            <w:tcW w:w="6232" w:type="dxa"/>
          </w:tcPr>
          <w:p w14:paraId="3D0FC0A1" w14:textId="77777777" w:rsidR="00540403" w:rsidRDefault="00540403" w:rsidP="00CE605F">
            <w:pPr>
              <w:widowControl w:val="0"/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</w:tr>
      <w:tr w:rsidR="00540403" w14:paraId="19015524" w14:textId="77777777" w:rsidTr="00CE605F">
        <w:trPr>
          <w:trHeight w:val="315"/>
        </w:trPr>
        <w:tc>
          <w:tcPr>
            <w:tcW w:w="3549" w:type="dxa"/>
          </w:tcPr>
          <w:p w14:paraId="47F86C38" w14:textId="77777777" w:rsidR="00540403" w:rsidRPr="000F2425" w:rsidRDefault="00540403" w:rsidP="00CE605F">
            <w:pPr>
              <w:widowControl w:val="0"/>
              <w:spacing w:line="276" w:lineRule="auto"/>
              <w:rPr>
                <w:rFonts w:cs="Calibri"/>
                <w:b/>
              </w:rPr>
            </w:pPr>
            <w:r w:rsidRPr="000F2425">
              <w:rPr>
                <w:rFonts w:cs="Calibri"/>
                <w:b/>
              </w:rPr>
              <w:t>Podpis statutárního zástupce příjemce nebo osoby pověřené plnou mocí</w:t>
            </w:r>
          </w:p>
        </w:tc>
        <w:tc>
          <w:tcPr>
            <w:tcW w:w="6232" w:type="dxa"/>
          </w:tcPr>
          <w:p w14:paraId="205C8905" w14:textId="77777777" w:rsidR="00540403" w:rsidRDefault="00540403" w:rsidP="00CE605F">
            <w:pPr>
              <w:widowControl w:val="0"/>
              <w:spacing w:line="276" w:lineRule="auto"/>
              <w:rPr>
                <w:rFonts w:cs="Calibri"/>
              </w:rPr>
            </w:pPr>
          </w:p>
        </w:tc>
      </w:tr>
    </w:tbl>
    <w:p w14:paraId="632C1520" w14:textId="77777777" w:rsidR="00540403" w:rsidRPr="00C354C7" w:rsidRDefault="00540403" w:rsidP="00540403">
      <w:pPr>
        <w:jc w:val="both"/>
        <w:rPr>
          <w:szCs w:val="22"/>
        </w:rPr>
      </w:pPr>
    </w:p>
    <w:p w14:paraId="525BC3DD" w14:textId="77777777" w:rsidR="00540403" w:rsidRDefault="00540403" w:rsidP="00540403">
      <w:pPr>
        <w:pStyle w:val="Style1"/>
        <w:numPr>
          <w:ilvl w:val="0"/>
          <w:numId w:val="0"/>
        </w:numPr>
      </w:pPr>
    </w:p>
    <w:sectPr w:rsidR="00540403" w:rsidSect="001A6202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40" w:right="1134" w:bottom="1276" w:left="1134" w:header="709" w:footer="454" w:gutter="0"/>
      <w:cols w:space="708"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6BB51E9" w16cex:dateUtc="2022-09-01T13:44:00Z"/>
  <w16cex:commentExtensible w16cex:durableId="26BB51F8" w16cex:dateUtc="2022-09-01T13:44:00Z"/>
  <w16cex:commentExtensible w16cex:durableId="7DF66C67" w16cex:dateUtc="2023-01-02T05:33:00Z"/>
  <w16cex:commentExtensible w16cex:durableId="27671125" w16cex:dateUtc="2023-01-09T21:18:00Z"/>
  <w16cex:commentExtensible w16cex:durableId="171CE2E1" w16cex:dateUtc="2022-08-26T08:49:00Z"/>
  <w16cex:commentExtensible w16cex:durableId="26BB522B" w16cex:dateUtc="2022-09-01T13:45:00Z"/>
  <w16cex:commentExtensible w16cex:durableId="2C7DB932" w16cex:dateUtc="2022-08-26T08:45:00Z"/>
  <w16cex:commentExtensible w16cex:durableId="7A638923" w16cex:dateUtc="2023-01-02T05:37:00Z"/>
  <w16cex:commentExtensible w16cex:durableId="73E16B52" w16cex:dateUtc="2023-01-11T16:36:18.406Z"/>
  <w16cex:commentExtensible w16cex:durableId="739CD147" w16cex:dateUtc="2023-01-11T16:43:25.46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56EC3" w14:textId="77777777" w:rsidR="00F059DB" w:rsidRDefault="00F059DB">
      <w:r>
        <w:separator/>
      </w:r>
    </w:p>
  </w:endnote>
  <w:endnote w:type="continuationSeparator" w:id="0">
    <w:p w14:paraId="630F7F1E" w14:textId="77777777" w:rsidR="00F059DB" w:rsidRDefault="00F059DB">
      <w:r>
        <w:continuationSeparator/>
      </w:r>
    </w:p>
  </w:endnote>
  <w:endnote w:type="continuationNotice" w:id="1">
    <w:p w14:paraId="7D3D0A47" w14:textId="77777777" w:rsidR="00F059DB" w:rsidRDefault="00F059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3402"/>
    </w:tblGrid>
    <w:tr w:rsidR="001A6202" w14:paraId="4457A4BF" w14:textId="77777777" w:rsidTr="001A6202">
      <w:tc>
        <w:tcPr>
          <w:tcW w:w="4111" w:type="dxa"/>
        </w:tcPr>
        <w:p w14:paraId="57ECEBC5" w14:textId="731CFF1E" w:rsidR="001A6202" w:rsidRDefault="001A6202" w:rsidP="001A6202">
          <w:pPr>
            <w:pStyle w:val="Zpat"/>
            <w:tabs>
              <w:tab w:val="clear" w:pos="9072"/>
              <w:tab w:val="right" w:pos="9638"/>
            </w:tabs>
            <w:ind w:left="738" w:hanging="738"/>
            <w:rPr>
              <w:rFonts w:cstheme="minorHAnsi"/>
              <w:sz w:val="20"/>
            </w:rPr>
          </w:pPr>
        </w:p>
      </w:tc>
      <w:tc>
        <w:tcPr>
          <w:tcW w:w="1985" w:type="dxa"/>
        </w:tcPr>
        <w:p w14:paraId="371DD58F" w14:textId="14831022" w:rsidR="001A6202" w:rsidRDefault="001A6202" w:rsidP="001A6202">
          <w:pPr>
            <w:pStyle w:val="Zpat"/>
            <w:tabs>
              <w:tab w:val="clear" w:pos="4536"/>
              <w:tab w:val="clear" w:pos="9072"/>
              <w:tab w:val="center" w:pos="1769"/>
              <w:tab w:val="right" w:pos="9638"/>
            </w:tabs>
            <w:jc w:val="right"/>
            <w:rPr>
              <w:rFonts w:cstheme="minorHAnsi"/>
              <w:sz w:val="20"/>
            </w:rPr>
          </w:pPr>
          <w:r>
            <w:rPr>
              <w:rFonts w:cstheme="minorHAnsi"/>
              <w:sz w:val="20"/>
            </w:rPr>
            <w:t>Verze z 25-8-2022</w:t>
          </w:r>
        </w:p>
      </w:tc>
      <w:tc>
        <w:tcPr>
          <w:tcW w:w="3402" w:type="dxa"/>
        </w:tcPr>
        <w:p w14:paraId="0E96A57F" w14:textId="77777777" w:rsidR="001A6202" w:rsidRDefault="001A6202" w:rsidP="001A6202">
          <w:pPr>
            <w:pStyle w:val="Zpat"/>
            <w:tabs>
              <w:tab w:val="clear" w:pos="9072"/>
              <w:tab w:val="right" w:pos="9638"/>
            </w:tabs>
            <w:jc w:val="right"/>
            <w:rPr>
              <w:rFonts w:cstheme="minorHAnsi"/>
              <w:sz w:val="20"/>
            </w:rPr>
          </w:pPr>
          <w:r w:rsidRPr="00440192">
            <w:rPr>
              <w:rFonts w:cstheme="minorHAnsi"/>
              <w:sz w:val="20"/>
            </w:rPr>
            <w:fldChar w:fldCharType="begin"/>
          </w:r>
          <w:r w:rsidRPr="00440192">
            <w:rPr>
              <w:rFonts w:cstheme="minorHAnsi"/>
              <w:sz w:val="20"/>
            </w:rPr>
            <w:instrText>PAGE   \* MERGEFORMAT</w:instrText>
          </w:r>
          <w:r w:rsidRPr="00440192">
            <w:rPr>
              <w:rFonts w:cstheme="minorHAnsi"/>
              <w:sz w:val="20"/>
            </w:rPr>
            <w:fldChar w:fldCharType="separate"/>
          </w:r>
          <w:r w:rsidR="00CE21B4">
            <w:rPr>
              <w:rFonts w:cstheme="minorHAnsi"/>
              <w:noProof/>
              <w:sz w:val="20"/>
            </w:rPr>
            <w:t>1</w:t>
          </w:r>
          <w:r w:rsidRPr="00440192">
            <w:rPr>
              <w:rFonts w:cstheme="minorHAnsi"/>
              <w:sz w:val="20"/>
            </w:rPr>
            <w:fldChar w:fldCharType="end"/>
          </w:r>
        </w:p>
      </w:tc>
    </w:tr>
  </w:tbl>
  <w:p w14:paraId="15AC5151" w14:textId="089504FC" w:rsidR="00B07E43" w:rsidRPr="001A6202" w:rsidRDefault="00B07E43" w:rsidP="001A62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7DBF9" w14:textId="77777777" w:rsidR="00F059DB" w:rsidRDefault="00F059DB">
      <w:r>
        <w:separator/>
      </w:r>
    </w:p>
  </w:footnote>
  <w:footnote w:type="continuationSeparator" w:id="0">
    <w:p w14:paraId="68E27C09" w14:textId="77777777" w:rsidR="00F059DB" w:rsidRDefault="00F059DB">
      <w:r>
        <w:continuationSeparator/>
      </w:r>
    </w:p>
  </w:footnote>
  <w:footnote w:type="continuationNotice" w:id="1">
    <w:p w14:paraId="23E7C4C3" w14:textId="77777777" w:rsidR="00F059DB" w:rsidRDefault="00F059DB"/>
  </w:footnote>
  <w:footnote w:id="2">
    <w:p w14:paraId="4FB1DD13" w14:textId="77777777" w:rsidR="00540403" w:rsidRDefault="00540403" w:rsidP="0054040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931304">
          <w:rPr>
            <w:rStyle w:val="Hypertextovodkaz"/>
          </w:rPr>
          <w:t>https://ec.europa.eu/environment/gpp/eu_gpp_criteria_en.htm</w:t>
        </w:r>
      </w:hyperlink>
      <w:r>
        <w:t xml:space="preserve"> </w:t>
      </w:r>
    </w:p>
  </w:footnote>
  <w:footnote w:id="3">
    <w:p w14:paraId="757AF72B" w14:textId="77777777" w:rsidR="00540403" w:rsidRDefault="00540403" w:rsidP="0054040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931304">
          <w:rPr>
            <w:rStyle w:val="Hypertextovodkaz"/>
          </w:rPr>
          <w:t>https://eur-lex.europa.eu/legal-content/CS/TXT/PDF/?uri=CELEX:32009L0125&amp;from=DA</w:t>
        </w:r>
      </w:hyperlink>
      <w:r>
        <w:t xml:space="preserve"> </w:t>
      </w:r>
    </w:p>
  </w:footnote>
  <w:footnote w:id="4">
    <w:p w14:paraId="09692196" w14:textId="77777777" w:rsidR="00540403" w:rsidRDefault="00540403" w:rsidP="0054040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3" w:history="1">
        <w:r w:rsidRPr="00931304">
          <w:rPr>
            <w:rStyle w:val="Hypertextovodkaz"/>
          </w:rPr>
          <w:t>https://eur-lex.europa.eu/legal-content/CS/TXT/PDF/?uri=CELEX:32011L0065&amp;from=FR</w:t>
        </w:r>
      </w:hyperlink>
      <w:r>
        <w:t xml:space="preserve"> </w:t>
      </w:r>
    </w:p>
  </w:footnote>
  <w:footnote w:id="5">
    <w:p w14:paraId="213A3FCD" w14:textId="77777777" w:rsidR="00540403" w:rsidRDefault="00540403" w:rsidP="0054040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4" w:history="1">
        <w:r w:rsidRPr="00931304">
          <w:rPr>
            <w:rStyle w:val="Hypertextovodkaz"/>
          </w:rPr>
          <w:t>https://eur-lex.europa.eu/legal-content/CS/TXT/PDF/?uri=CELEX:32021D0019&amp;from=EN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F9F49" w14:textId="1FA4E7B6" w:rsidR="00B07E43" w:rsidRDefault="00B07E43">
    <w:pPr>
      <w:pStyle w:val="Zhlav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459ED5D" wp14:editId="4918492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Text Box 2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AE1A4C" w14:textId="0F3384F8" w:rsidR="00B07E43" w:rsidRPr="00001388" w:rsidRDefault="00B07E43">
                          <w:pPr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</w:pPr>
                          <w:r w:rsidRPr="00001388"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59ED5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RO VNITŘNÍ POTŘEBU          " style="position:absolute;margin-left:-16.25pt;margin-top:.05pt;width:34.95pt;height:34.95pt;z-index:251658241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" filled="f" stroked="f">
              <v:textbox style="mso-fit-shape-to-text:t" inset="0,0,5pt,0">
                <w:txbxContent>
                  <w:p w14:paraId="01AE1A4C" w14:textId="0F3384F8" w:rsidR="00B07E43" w:rsidRPr="00001388" w:rsidRDefault="00B07E43">
                    <w:pPr>
                      <w:rPr>
                        <w:rFonts w:eastAsia="Calibri" w:cs="Calibri"/>
                        <w:color w:val="000000"/>
                        <w:sz w:val="20"/>
                      </w:rPr>
                    </w:pPr>
                    <w:r w:rsidRPr="00001388">
                      <w:rPr>
                        <w:rFonts w:eastAsia="Calibri" w:cs="Calibri"/>
                        <w:color w:val="000000"/>
                        <w:sz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B4387" w14:textId="3A06E8B5" w:rsidR="00B07E43" w:rsidRPr="00B35348" w:rsidRDefault="00B07E43" w:rsidP="007C3456">
    <w:pPr>
      <w:pStyle w:val="Zhlav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4690290" wp14:editId="471BFC90">
          <wp:simplePos x="0" y="0"/>
          <wp:positionH relativeFrom="margin">
            <wp:posOffset>-44450</wp:posOffset>
          </wp:positionH>
          <wp:positionV relativeFrom="margin">
            <wp:posOffset>-720090</wp:posOffset>
          </wp:positionV>
          <wp:extent cx="1936800" cy="576000"/>
          <wp:effectExtent l="0" t="0" r="0" b="0"/>
          <wp:wrapSquare wrapText="bothSides"/>
          <wp:docPr id="23" name="Obrázek 23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" name="Obrázek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6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0B5C9A3C" wp14:editId="235BC11B">
          <wp:simplePos x="0" y="0"/>
          <wp:positionH relativeFrom="column">
            <wp:posOffset>5001260</wp:posOffset>
          </wp:positionH>
          <wp:positionV relativeFrom="margin">
            <wp:posOffset>-719455</wp:posOffset>
          </wp:positionV>
          <wp:extent cx="1202400" cy="644400"/>
          <wp:effectExtent l="0" t="0" r="0" b="0"/>
          <wp:wrapNone/>
          <wp:docPr id="24" name="Obrázek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5" name="Obrázek 5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0745">
      <w:rPr>
        <w:noProof/>
      </w:rPr>
      <w:tab/>
      <w:t xml:space="preserve">          </w:t>
    </w:r>
    <w:r w:rsidR="002F0745">
      <w:rPr>
        <w:noProof/>
      </w:rPr>
      <w:drawing>
        <wp:inline distT="0" distB="0" distL="0" distR="0" wp14:anchorId="361A39CD" wp14:editId="27284358">
          <wp:extent cx="1164590" cy="487680"/>
          <wp:effectExtent l="0" t="0" r="0" b="7620"/>
          <wp:docPr id="476" name="Obrázek 5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" name="Obrázek 5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EA5554" w14:textId="77777777" w:rsidR="00B07E43" w:rsidRPr="00D132BD" w:rsidRDefault="00B07E43" w:rsidP="007C3456">
    <w:pPr>
      <w:pStyle w:val="Zhlav"/>
    </w:pPr>
  </w:p>
  <w:p w14:paraId="63F296EA" w14:textId="61B36234" w:rsidR="00B07E43" w:rsidRPr="007C3456" w:rsidRDefault="00B07E43" w:rsidP="007C34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1BEA7" w14:textId="378A4E7C" w:rsidR="00B07E43" w:rsidRDefault="00B07E43">
    <w:pPr>
      <w:pStyle w:val="Zhlav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F1B872" wp14:editId="2D9F984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 Box 1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B81040" w14:textId="0F546A61" w:rsidR="00B07E43" w:rsidRPr="00001388" w:rsidRDefault="00B07E43">
                          <w:pPr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</w:pPr>
                          <w:r w:rsidRPr="00001388"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F1B8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RO VNITŘNÍ POTŘEBU          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NUx79egIAAL4EAAAOAAAA&#10;AAAAAAAAAAAAAC4CAABkcnMvZTJvRG9jLnhtbFBLAQItABQABgAIAAAAIQDhmCLT2gAAAAMBAAAP&#10;AAAAAAAAAAAAAAAAANQEAABkcnMvZG93bnJldi54bWxQSwUGAAAAAAQABADzAAAA2wUAAAAA&#10;" filled="f" stroked="f">
              <v:textbox style="mso-fit-shape-to-text:t" inset="0,0,5pt,0">
                <w:txbxContent>
                  <w:p w14:paraId="6BB81040" w14:textId="0F546A61" w:rsidR="00B07E43" w:rsidRPr="00001388" w:rsidRDefault="00B07E43">
                    <w:pPr>
                      <w:rPr>
                        <w:rFonts w:eastAsia="Calibri" w:cs="Calibri"/>
                        <w:color w:val="000000"/>
                        <w:sz w:val="20"/>
                      </w:rPr>
                    </w:pPr>
                    <w:r w:rsidRPr="00001388">
                      <w:rPr>
                        <w:rFonts w:eastAsia="Calibri" w:cs="Calibri"/>
                        <w:color w:val="000000"/>
                        <w:sz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B642FF0"/>
    <w:multiLevelType w:val="hybridMultilevel"/>
    <w:tmpl w:val="210C508E"/>
    <w:lvl w:ilvl="0" w:tplc="B10CC174">
      <w:start w:val="1"/>
      <w:numFmt w:val="upperRoman"/>
      <w:pStyle w:val="Nadpis4"/>
      <w:lvlText w:val="%1."/>
      <w:lvlJc w:val="left"/>
      <w:pPr>
        <w:ind w:left="705" w:hanging="345"/>
      </w:pPr>
      <w:rPr>
        <w:rFonts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25BD0"/>
    <w:multiLevelType w:val="multilevel"/>
    <w:tmpl w:val="4E240A5E"/>
    <w:lvl w:ilvl="0">
      <w:start w:val="1"/>
      <w:numFmt w:val="decimal"/>
      <w:pStyle w:val="Kapitola"/>
      <w:lvlText w:val="%1."/>
      <w:lvlJc w:val="left"/>
      <w:pPr>
        <w:ind w:left="720" w:hanging="360"/>
      </w:pPr>
    </w:lvl>
    <w:lvl w:ilvl="1">
      <w:start w:val="1"/>
      <w:numFmt w:val="decimal"/>
      <w:pStyle w:val="Podkapitola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15800657"/>
    <w:multiLevelType w:val="hybridMultilevel"/>
    <w:tmpl w:val="0FE2A97E"/>
    <w:lvl w:ilvl="0" w:tplc="CEE0E094">
      <w:start w:val="1"/>
      <w:numFmt w:val="bullet"/>
      <w:pStyle w:val="Odrazk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1872DA"/>
    <w:multiLevelType w:val="multilevel"/>
    <w:tmpl w:val="E8A48D7C"/>
    <w:numStyleLink w:val="VariantaA-sla"/>
  </w:abstractNum>
  <w:abstractNum w:abstractNumId="5" w15:restartNumberingAfterBreak="0">
    <w:nsid w:val="350954A9"/>
    <w:multiLevelType w:val="hybridMultilevel"/>
    <w:tmpl w:val="47364AE6"/>
    <w:lvl w:ilvl="0" w:tplc="04050005">
      <w:start w:val="1"/>
      <w:numFmt w:val="bullet"/>
      <w:pStyle w:val="Odstavecseseznamem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B5B8F104">
      <w:start w:val="1"/>
      <w:numFmt w:val="bullet"/>
      <w:lvlText w:val="-"/>
      <w:lvlJc w:val="left"/>
      <w:pPr>
        <w:ind w:left="1788" w:hanging="360"/>
      </w:pPr>
      <w:rPr>
        <w:rFonts w:ascii="Calibri" w:hAnsi="Calibri" w:hint="default"/>
      </w:rPr>
    </w:lvl>
    <w:lvl w:ilvl="2" w:tplc="F36ACFA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794619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F64932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79A627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2A686F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FD84C8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6BC74C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5A254C3"/>
    <w:multiLevelType w:val="hybridMultilevel"/>
    <w:tmpl w:val="26AE60E0"/>
    <w:lvl w:ilvl="0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463775AE"/>
    <w:multiLevelType w:val="hybridMultilevel"/>
    <w:tmpl w:val="608AE8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405C7"/>
    <w:multiLevelType w:val="hybridMultilevel"/>
    <w:tmpl w:val="7602A5D4"/>
    <w:lvl w:ilvl="0" w:tplc="3EF213E2">
      <w:start w:val="1"/>
      <w:numFmt w:val="decimal"/>
      <w:pStyle w:val="Nadpis3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D3B0D"/>
    <w:multiLevelType w:val="hybridMultilevel"/>
    <w:tmpl w:val="711C9A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E19C6"/>
    <w:multiLevelType w:val="multilevel"/>
    <w:tmpl w:val="ACA01E0A"/>
    <w:lvl w:ilvl="0">
      <w:start w:val="1"/>
      <w:numFmt w:val="decimal"/>
      <w:pStyle w:val="rovenadpisu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rovenadpisu2"/>
      <w:lvlText w:val="%1.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>
      <w:start w:val="1"/>
      <w:numFmt w:val="decimal"/>
      <w:pStyle w:val="rovenadpisu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3404109"/>
    <w:multiLevelType w:val="hybridMultilevel"/>
    <w:tmpl w:val="9A10F3CC"/>
    <w:lvl w:ilvl="0" w:tplc="BD2CE200">
      <w:start w:val="1"/>
      <w:numFmt w:val="decimal"/>
      <w:lvlText w:val="%1."/>
      <w:lvlJc w:val="left"/>
      <w:pPr>
        <w:ind w:left="1778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74EE138A"/>
    <w:multiLevelType w:val="hybridMultilevel"/>
    <w:tmpl w:val="7E4A4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E41B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B0CD3"/>
    <w:multiLevelType w:val="hybridMultilevel"/>
    <w:tmpl w:val="76FC3518"/>
    <w:lvl w:ilvl="0" w:tplc="0E2CF0B8">
      <w:start w:val="2"/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4" w15:restartNumberingAfterBreak="0">
    <w:nsid w:val="7C063435"/>
    <w:multiLevelType w:val="multilevel"/>
    <w:tmpl w:val="9CDA04C2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13"/>
  </w:num>
  <w:num w:numId="12">
    <w:abstractNumId w:val="12"/>
  </w:num>
  <w:num w:numId="13">
    <w:abstractNumId w:val="5"/>
  </w:num>
  <w:num w:numId="14">
    <w:abstractNumId w:val="9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1"/>
  </w:num>
  <w:num w:numId="2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875"/>
    <w:rsid w:val="00001271"/>
    <w:rsid w:val="00001388"/>
    <w:rsid w:val="00003557"/>
    <w:rsid w:val="0000402D"/>
    <w:rsid w:val="00011005"/>
    <w:rsid w:val="00013194"/>
    <w:rsid w:val="00015B9E"/>
    <w:rsid w:val="0001726D"/>
    <w:rsid w:val="0002083F"/>
    <w:rsid w:val="000344E5"/>
    <w:rsid w:val="0003496D"/>
    <w:rsid w:val="00034AED"/>
    <w:rsid w:val="00036805"/>
    <w:rsid w:val="00037518"/>
    <w:rsid w:val="00037A86"/>
    <w:rsid w:val="00043DF2"/>
    <w:rsid w:val="0005302D"/>
    <w:rsid w:val="00053FB7"/>
    <w:rsid w:val="0005516D"/>
    <w:rsid w:val="00056C6D"/>
    <w:rsid w:val="000645BD"/>
    <w:rsid w:val="00064D9C"/>
    <w:rsid w:val="000659C1"/>
    <w:rsid w:val="0006634A"/>
    <w:rsid w:val="0007020E"/>
    <w:rsid w:val="0007117E"/>
    <w:rsid w:val="0007163A"/>
    <w:rsid w:val="000743A2"/>
    <w:rsid w:val="00077A8B"/>
    <w:rsid w:val="000816FD"/>
    <w:rsid w:val="000829F1"/>
    <w:rsid w:val="00082A09"/>
    <w:rsid w:val="000837E9"/>
    <w:rsid w:val="00086FB5"/>
    <w:rsid w:val="00087833"/>
    <w:rsid w:val="0009283C"/>
    <w:rsid w:val="00092D45"/>
    <w:rsid w:val="0009302A"/>
    <w:rsid w:val="0009726C"/>
    <w:rsid w:val="000A0193"/>
    <w:rsid w:val="000A082D"/>
    <w:rsid w:val="000A2F35"/>
    <w:rsid w:val="000B66A8"/>
    <w:rsid w:val="000B7449"/>
    <w:rsid w:val="000C1039"/>
    <w:rsid w:val="000C1819"/>
    <w:rsid w:val="000C25A8"/>
    <w:rsid w:val="000C4642"/>
    <w:rsid w:val="000D313B"/>
    <w:rsid w:val="000D3306"/>
    <w:rsid w:val="000D6D3C"/>
    <w:rsid w:val="000E0743"/>
    <w:rsid w:val="000E0868"/>
    <w:rsid w:val="000E424E"/>
    <w:rsid w:val="000E5449"/>
    <w:rsid w:val="000E7465"/>
    <w:rsid w:val="000E794A"/>
    <w:rsid w:val="000F6877"/>
    <w:rsid w:val="001117F2"/>
    <w:rsid w:val="00115160"/>
    <w:rsid w:val="00117667"/>
    <w:rsid w:val="00117F27"/>
    <w:rsid w:val="00122D8E"/>
    <w:rsid w:val="00135E24"/>
    <w:rsid w:val="00144C56"/>
    <w:rsid w:val="0014799A"/>
    <w:rsid w:val="00152105"/>
    <w:rsid w:val="001566F9"/>
    <w:rsid w:val="0016405D"/>
    <w:rsid w:val="00164AC4"/>
    <w:rsid w:val="001823FF"/>
    <w:rsid w:val="00186F4A"/>
    <w:rsid w:val="00192F80"/>
    <w:rsid w:val="00193D68"/>
    <w:rsid w:val="00194BDD"/>
    <w:rsid w:val="001A2697"/>
    <w:rsid w:val="001A5F85"/>
    <w:rsid w:val="001A6202"/>
    <w:rsid w:val="001B3D97"/>
    <w:rsid w:val="001B50D6"/>
    <w:rsid w:val="001C116E"/>
    <w:rsid w:val="001C37E6"/>
    <w:rsid w:val="001C4DDA"/>
    <w:rsid w:val="001C52E1"/>
    <w:rsid w:val="001F031D"/>
    <w:rsid w:val="002028DB"/>
    <w:rsid w:val="002057F1"/>
    <w:rsid w:val="00213F3D"/>
    <w:rsid w:val="00216DBF"/>
    <w:rsid w:val="00216F24"/>
    <w:rsid w:val="00220602"/>
    <w:rsid w:val="002229A1"/>
    <w:rsid w:val="00223C00"/>
    <w:rsid w:val="00226808"/>
    <w:rsid w:val="00232BE6"/>
    <w:rsid w:val="00241B89"/>
    <w:rsid w:val="00244767"/>
    <w:rsid w:val="00252524"/>
    <w:rsid w:val="00252A41"/>
    <w:rsid w:val="00252AB6"/>
    <w:rsid w:val="002542C1"/>
    <w:rsid w:val="0025495B"/>
    <w:rsid w:val="002572EA"/>
    <w:rsid w:val="002579F4"/>
    <w:rsid w:val="002657A9"/>
    <w:rsid w:val="00270FDE"/>
    <w:rsid w:val="002832A4"/>
    <w:rsid w:val="002851FF"/>
    <w:rsid w:val="00285E4D"/>
    <w:rsid w:val="00287336"/>
    <w:rsid w:val="00291D69"/>
    <w:rsid w:val="00291EF4"/>
    <w:rsid w:val="00292080"/>
    <w:rsid w:val="00292562"/>
    <w:rsid w:val="002937A9"/>
    <w:rsid w:val="00296273"/>
    <w:rsid w:val="002A0F43"/>
    <w:rsid w:val="002A36C6"/>
    <w:rsid w:val="002A4C28"/>
    <w:rsid w:val="002A5377"/>
    <w:rsid w:val="002B08EF"/>
    <w:rsid w:val="002B3C94"/>
    <w:rsid w:val="002C35B3"/>
    <w:rsid w:val="002C4557"/>
    <w:rsid w:val="002D1A09"/>
    <w:rsid w:val="002D36D7"/>
    <w:rsid w:val="002D3F97"/>
    <w:rsid w:val="002E35EB"/>
    <w:rsid w:val="002E3993"/>
    <w:rsid w:val="002E51B2"/>
    <w:rsid w:val="002E6D58"/>
    <w:rsid w:val="002F0745"/>
    <w:rsid w:val="002F10BE"/>
    <w:rsid w:val="00301899"/>
    <w:rsid w:val="003063C8"/>
    <w:rsid w:val="0031115A"/>
    <w:rsid w:val="00314058"/>
    <w:rsid w:val="00315325"/>
    <w:rsid w:val="00316764"/>
    <w:rsid w:val="00321108"/>
    <w:rsid w:val="00321BEF"/>
    <w:rsid w:val="00323DE6"/>
    <w:rsid w:val="0032635B"/>
    <w:rsid w:val="00326A8B"/>
    <w:rsid w:val="00330161"/>
    <w:rsid w:val="0033268B"/>
    <w:rsid w:val="00341E40"/>
    <w:rsid w:val="003476E7"/>
    <w:rsid w:val="00356D3E"/>
    <w:rsid w:val="003621CB"/>
    <w:rsid w:val="00362EA7"/>
    <w:rsid w:val="003646DD"/>
    <w:rsid w:val="0037038E"/>
    <w:rsid w:val="003703B0"/>
    <w:rsid w:val="00371094"/>
    <w:rsid w:val="00375464"/>
    <w:rsid w:val="00377CE8"/>
    <w:rsid w:val="0038217E"/>
    <w:rsid w:val="00382C94"/>
    <w:rsid w:val="003855B4"/>
    <w:rsid w:val="00386726"/>
    <w:rsid w:val="00392F33"/>
    <w:rsid w:val="003944AB"/>
    <w:rsid w:val="00396CA6"/>
    <w:rsid w:val="003A1D6E"/>
    <w:rsid w:val="003A385C"/>
    <w:rsid w:val="003A5760"/>
    <w:rsid w:val="003B0038"/>
    <w:rsid w:val="003B1037"/>
    <w:rsid w:val="003B2C8B"/>
    <w:rsid w:val="003B2F95"/>
    <w:rsid w:val="003B3F70"/>
    <w:rsid w:val="003B47D1"/>
    <w:rsid w:val="003B4A81"/>
    <w:rsid w:val="003C25A8"/>
    <w:rsid w:val="003C38CF"/>
    <w:rsid w:val="003D371E"/>
    <w:rsid w:val="003D635C"/>
    <w:rsid w:val="003D7B31"/>
    <w:rsid w:val="003D7DED"/>
    <w:rsid w:val="003E5479"/>
    <w:rsid w:val="003E6116"/>
    <w:rsid w:val="003E67CC"/>
    <w:rsid w:val="003F0C19"/>
    <w:rsid w:val="003F275D"/>
    <w:rsid w:val="003F30F9"/>
    <w:rsid w:val="003F3AEA"/>
    <w:rsid w:val="00401606"/>
    <w:rsid w:val="00402083"/>
    <w:rsid w:val="00405FFB"/>
    <w:rsid w:val="004074F1"/>
    <w:rsid w:val="0041622A"/>
    <w:rsid w:val="00417E20"/>
    <w:rsid w:val="004253AA"/>
    <w:rsid w:val="00427708"/>
    <w:rsid w:val="00427E93"/>
    <w:rsid w:val="00434008"/>
    <w:rsid w:val="00437AA6"/>
    <w:rsid w:val="00441C1B"/>
    <w:rsid w:val="00441DA8"/>
    <w:rsid w:val="00446AD5"/>
    <w:rsid w:val="00447D02"/>
    <w:rsid w:val="0045433C"/>
    <w:rsid w:val="00454FBC"/>
    <w:rsid w:val="00455B73"/>
    <w:rsid w:val="00460F76"/>
    <w:rsid w:val="0046175B"/>
    <w:rsid w:val="004619EC"/>
    <w:rsid w:val="00462631"/>
    <w:rsid w:val="00471E6B"/>
    <w:rsid w:val="004803A9"/>
    <w:rsid w:val="004809DB"/>
    <w:rsid w:val="00483345"/>
    <w:rsid w:val="004850A4"/>
    <w:rsid w:val="00491C54"/>
    <w:rsid w:val="0049418B"/>
    <w:rsid w:val="00494D29"/>
    <w:rsid w:val="00496410"/>
    <w:rsid w:val="004A05D5"/>
    <w:rsid w:val="004A23A2"/>
    <w:rsid w:val="004A32D0"/>
    <w:rsid w:val="004A3445"/>
    <w:rsid w:val="004B2066"/>
    <w:rsid w:val="004B4910"/>
    <w:rsid w:val="004C0107"/>
    <w:rsid w:val="004C01DB"/>
    <w:rsid w:val="004C027E"/>
    <w:rsid w:val="004C3465"/>
    <w:rsid w:val="004C3613"/>
    <w:rsid w:val="004C4CBC"/>
    <w:rsid w:val="004C6E22"/>
    <w:rsid w:val="004C6E7A"/>
    <w:rsid w:val="004C71BA"/>
    <w:rsid w:val="004D0799"/>
    <w:rsid w:val="004E0FCC"/>
    <w:rsid w:val="004E1AE4"/>
    <w:rsid w:val="004E23DC"/>
    <w:rsid w:val="004E257E"/>
    <w:rsid w:val="004E2979"/>
    <w:rsid w:val="004E39D0"/>
    <w:rsid w:val="004E7DF3"/>
    <w:rsid w:val="004F0301"/>
    <w:rsid w:val="004F4EBE"/>
    <w:rsid w:val="00501155"/>
    <w:rsid w:val="00501A5F"/>
    <w:rsid w:val="00501E99"/>
    <w:rsid w:val="00505117"/>
    <w:rsid w:val="005114C2"/>
    <w:rsid w:val="00511E7D"/>
    <w:rsid w:val="00514660"/>
    <w:rsid w:val="00521366"/>
    <w:rsid w:val="0052246A"/>
    <w:rsid w:val="005230E3"/>
    <w:rsid w:val="00527D8A"/>
    <w:rsid w:val="00530437"/>
    <w:rsid w:val="00535B76"/>
    <w:rsid w:val="005378C5"/>
    <w:rsid w:val="00537A2B"/>
    <w:rsid w:val="005400D3"/>
    <w:rsid w:val="00540403"/>
    <w:rsid w:val="0054103A"/>
    <w:rsid w:val="005422EC"/>
    <w:rsid w:val="0054276E"/>
    <w:rsid w:val="0054392A"/>
    <w:rsid w:val="00547736"/>
    <w:rsid w:val="005539F2"/>
    <w:rsid w:val="00555DCF"/>
    <w:rsid w:val="00560548"/>
    <w:rsid w:val="005605A4"/>
    <w:rsid w:val="00562729"/>
    <w:rsid w:val="00565BAE"/>
    <w:rsid w:val="00570BDF"/>
    <w:rsid w:val="00570E43"/>
    <w:rsid w:val="0057190C"/>
    <w:rsid w:val="00574FCF"/>
    <w:rsid w:val="005816E1"/>
    <w:rsid w:val="005819BB"/>
    <w:rsid w:val="0058273D"/>
    <w:rsid w:val="00584E01"/>
    <w:rsid w:val="00586526"/>
    <w:rsid w:val="00592A40"/>
    <w:rsid w:val="00593CAF"/>
    <w:rsid w:val="0059437A"/>
    <w:rsid w:val="005946C7"/>
    <w:rsid w:val="00595299"/>
    <w:rsid w:val="00595A6E"/>
    <w:rsid w:val="005A1651"/>
    <w:rsid w:val="005A64F5"/>
    <w:rsid w:val="005A78F7"/>
    <w:rsid w:val="005B00D3"/>
    <w:rsid w:val="005B1E1F"/>
    <w:rsid w:val="005B21FF"/>
    <w:rsid w:val="005B5BCC"/>
    <w:rsid w:val="005C2611"/>
    <w:rsid w:val="005C62B1"/>
    <w:rsid w:val="005D066A"/>
    <w:rsid w:val="005E49D0"/>
    <w:rsid w:val="005E4BCD"/>
    <w:rsid w:val="005F2F09"/>
    <w:rsid w:val="005F6714"/>
    <w:rsid w:val="006000D5"/>
    <w:rsid w:val="00610A9E"/>
    <w:rsid w:val="00612A22"/>
    <w:rsid w:val="0061393C"/>
    <w:rsid w:val="006144D1"/>
    <w:rsid w:val="0062062C"/>
    <w:rsid w:val="006213DB"/>
    <w:rsid w:val="0062153D"/>
    <w:rsid w:val="00621AAC"/>
    <w:rsid w:val="00623EA8"/>
    <w:rsid w:val="00631A4F"/>
    <w:rsid w:val="0063462F"/>
    <w:rsid w:val="00634E23"/>
    <w:rsid w:val="00637570"/>
    <w:rsid w:val="00641A66"/>
    <w:rsid w:val="0064316B"/>
    <w:rsid w:val="00645922"/>
    <w:rsid w:val="00651DDB"/>
    <w:rsid w:val="00654DCC"/>
    <w:rsid w:val="006566D2"/>
    <w:rsid w:val="00670149"/>
    <w:rsid w:val="00674A9B"/>
    <w:rsid w:val="006829EA"/>
    <w:rsid w:val="00683D2C"/>
    <w:rsid w:val="0068594D"/>
    <w:rsid w:val="006928AA"/>
    <w:rsid w:val="00692922"/>
    <w:rsid w:val="006A2B2E"/>
    <w:rsid w:val="006B32AF"/>
    <w:rsid w:val="006B3504"/>
    <w:rsid w:val="006B4A57"/>
    <w:rsid w:val="006B69DF"/>
    <w:rsid w:val="006B7C45"/>
    <w:rsid w:val="006C01BD"/>
    <w:rsid w:val="006D482E"/>
    <w:rsid w:val="006E73C6"/>
    <w:rsid w:val="006F0AA5"/>
    <w:rsid w:val="006F7C62"/>
    <w:rsid w:val="00701955"/>
    <w:rsid w:val="0070211C"/>
    <w:rsid w:val="007023CD"/>
    <w:rsid w:val="007038C6"/>
    <w:rsid w:val="00704F5A"/>
    <w:rsid w:val="00712850"/>
    <w:rsid w:val="00712A87"/>
    <w:rsid w:val="007144A7"/>
    <w:rsid w:val="00716D3E"/>
    <w:rsid w:val="00716FEE"/>
    <w:rsid w:val="00717826"/>
    <w:rsid w:val="00720369"/>
    <w:rsid w:val="00723708"/>
    <w:rsid w:val="00724D77"/>
    <w:rsid w:val="00724F19"/>
    <w:rsid w:val="00732510"/>
    <w:rsid w:val="00732FE1"/>
    <w:rsid w:val="00734462"/>
    <w:rsid w:val="00737894"/>
    <w:rsid w:val="00744696"/>
    <w:rsid w:val="00746DAE"/>
    <w:rsid w:val="0074792F"/>
    <w:rsid w:val="007505D9"/>
    <w:rsid w:val="0075276D"/>
    <w:rsid w:val="00753250"/>
    <w:rsid w:val="00756731"/>
    <w:rsid w:val="007643B3"/>
    <w:rsid w:val="00770502"/>
    <w:rsid w:val="00773E39"/>
    <w:rsid w:val="007836AE"/>
    <w:rsid w:val="00784D8A"/>
    <w:rsid w:val="00785D29"/>
    <w:rsid w:val="00786B3F"/>
    <w:rsid w:val="007901F5"/>
    <w:rsid w:val="007929C3"/>
    <w:rsid w:val="0079746A"/>
    <w:rsid w:val="007A2875"/>
    <w:rsid w:val="007A38A2"/>
    <w:rsid w:val="007A577B"/>
    <w:rsid w:val="007A63CB"/>
    <w:rsid w:val="007A7C7F"/>
    <w:rsid w:val="007B36D1"/>
    <w:rsid w:val="007B382F"/>
    <w:rsid w:val="007B68BF"/>
    <w:rsid w:val="007C3456"/>
    <w:rsid w:val="007C5C5F"/>
    <w:rsid w:val="007D2941"/>
    <w:rsid w:val="007E0108"/>
    <w:rsid w:val="007E07FE"/>
    <w:rsid w:val="007E1A79"/>
    <w:rsid w:val="007E4986"/>
    <w:rsid w:val="007E4FC8"/>
    <w:rsid w:val="007E7095"/>
    <w:rsid w:val="007F2A8F"/>
    <w:rsid w:val="007F6656"/>
    <w:rsid w:val="007F6DBE"/>
    <w:rsid w:val="007F756E"/>
    <w:rsid w:val="00801D1B"/>
    <w:rsid w:val="0080365A"/>
    <w:rsid w:val="00803FEF"/>
    <w:rsid w:val="00804B86"/>
    <w:rsid w:val="00804D42"/>
    <w:rsid w:val="008051B0"/>
    <w:rsid w:val="00805BDE"/>
    <w:rsid w:val="00806E79"/>
    <w:rsid w:val="0081192F"/>
    <w:rsid w:val="00812D1D"/>
    <w:rsid w:val="00816C00"/>
    <w:rsid w:val="00820774"/>
    <w:rsid w:val="0082078A"/>
    <w:rsid w:val="008257A4"/>
    <w:rsid w:val="008330C0"/>
    <w:rsid w:val="00836F49"/>
    <w:rsid w:val="008376B1"/>
    <w:rsid w:val="008378E6"/>
    <w:rsid w:val="0084612D"/>
    <w:rsid w:val="00847AE8"/>
    <w:rsid w:val="008510EC"/>
    <w:rsid w:val="00852944"/>
    <w:rsid w:val="00856AA8"/>
    <w:rsid w:val="00861042"/>
    <w:rsid w:val="008613E5"/>
    <w:rsid w:val="00865542"/>
    <w:rsid w:val="00866A69"/>
    <w:rsid w:val="00872794"/>
    <w:rsid w:val="00872EAC"/>
    <w:rsid w:val="008731D7"/>
    <w:rsid w:val="00875120"/>
    <w:rsid w:val="00875E78"/>
    <w:rsid w:val="00880D86"/>
    <w:rsid w:val="008813A6"/>
    <w:rsid w:val="00882AB0"/>
    <w:rsid w:val="008962D1"/>
    <w:rsid w:val="008A188D"/>
    <w:rsid w:val="008A1D54"/>
    <w:rsid w:val="008A58EA"/>
    <w:rsid w:val="008A5C8E"/>
    <w:rsid w:val="008A6E31"/>
    <w:rsid w:val="008B37B0"/>
    <w:rsid w:val="008B7289"/>
    <w:rsid w:val="008C1299"/>
    <w:rsid w:val="008D3C26"/>
    <w:rsid w:val="008D61CF"/>
    <w:rsid w:val="008E3ED3"/>
    <w:rsid w:val="008E4184"/>
    <w:rsid w:val="008E4405"/>
    <w:rsid w:val="008E4EEB"/>
    <w:rsid w:val="008E7138"/>
    <w:rsid w:val="008E7C08"/>
    <w:rsid w:val="008F1F4A"/>
    <w:rsid w:val="008F2527"/>
    <w:rsid w:val="008F5DF0"/>
    <w:rsid w:val="00900666"/>
    <w:rsid w:val="00903026"/>
    <w:rsid w:val="009035A4"/>
    <w:rsid w:val="009046A7"/>
    <w:rsid w:val="00904C9F"/>
    <w:rsid w:val="00905215"/>
    <w:rsid w:val="0090658B"/>
    <w:rsid w:val="00906FBC"/>
    <w:rsid w:val="009136A4"/>
    <w:rsid w:val="009213BA"/>
    <w:rsid w:val="0092491C"/>
    <w:rsid w:val="0094115E"/>
    <w:rsid w:val="00943971"/>
    <w:rsid w:val="0094523A"/>
    <w:rsid w:val="00946507"/>
    <w:rsid w:val="00947396"/>
    <w:rsid w:val="009512BB"/>
    <w:rsid w:val="009543BC"/>
    <w:rsid w:val="00954FA6"/>
    <w:rsid w:val="0096776D"/>
    <w:rsid w:val="00967D3A"/>
    <w:rsid w:val="00971585"/>
    <w:rsid w:val="00971696"/>
    <w:rsid w:val="009738B8"/>
    <w:rsid w:val="00973CA4"/>
    <w:rsid w:val="00975BA4"/>
    <w:rsid w:val="0097722D"/>
    <w:rsid w:val="0098648C"/>
    <w:rsid w:val="0098760A"/>
    <w:rsid w:val="00992016"/>
    <w:rsid w:val="00995E6E"/>
    <w:rsid w:val="009A33C0"/>
    <w:rsid w:val="009B17EB"/>
    <w:rsid w:val="009B1A56"/>
    <w:rsid w:val="009B468D"/>
    <w:rsid w:val="009B7C9E"/>
    <w:rsid w:val="009C10D5"/>
    <w:rsid w:val="009C3D2D"/>
    <w:rsid w:val="009C627A"/>
    <w:rsid w:val="009C75CF"/>
    <w:rsid w:val="009D0107"/>
    <w:rsid w:val="009D07E0"/>
    <w:rsid w:val="009D0E5B"/>
    <w:rsid w:val="009D3016"/>
    <w:rsid w:val="009D30F5"/>
    <w:rsid w:val="009D7313"/>
    <w:rsid w:val="009E40CD"/>
    <w:rsid w:val="009E4467"/>
    <w:rsid w:val="009E59C6"/>
    <w:rsid w:val="009F08F9"/>
    <w:rsid w:val="009F0C74"/>
    <w:rsid w:val="009F3F02"/>
    <w:rsid w:val="009F7389"/>
    <w:rsid w:val="00A011E0"/>
    <w:rsid w:val="00A01B90"/>
    <w:rsid w:val="00A06FFF"/>
    <w:rsid w:val="00A10204"/>
    <w:rsid w:val="00A131B7"/>
    <w:rsid w:val="00A13463"/>
    <w:rsid w:val="00A204F5"/>
    <w:rsid w:val="00A20FCA"/>
    <w:rsid w:val="00A22351"/>
    <w:rsid w:val="00A23B4A"/>
    <w:rsid w:val="00A3377E"/>
    <w:rsid w:val="00A37542"/>
    <w:rsid w:val="00A3779E"/>
    <w:rsid w:val="00A437DA"/>
    <w:rsid w:val="00A44759"/>
    <w:rsid w:val="00A44D87"/>
    <w:rsid w:val="00A5183B"/>
    <w:rsid w:val="00A53EE2"/>
    <w:rsid w:val="00A60821"/>
    <w:rsid w:val="00A609AE"/>
    <w:rsid w:val="00A61C43"/>
    <w:rsid w:val="00A631E1"/>
    <w:rsid w:val="00A65143"/>
    <w:rsid w:val="00A67E78"/>
    <w:rsid w:val="00A8094F"/>
    <w:rsid w:val="00A837E8"/>
    <w:rsid w:val="00A87828"/>
    <w:rsid w:val="00A93A71"/>
    <w:rsid w:val="00A956DA"/>
    <w:rsid w:val="00AA21D0"/>
    <w:rsid w:val="00AA4415"/>
    <w:rsid w:val="00AA5C76"/>
    <w:rsid w:val="00AA6A49"/>
    <w:rsid w:val="00AB0428"/>
    <w:rsid w:val="00AB782E"/>
    <w:rsid w:val="00AC01E2"/>
    <w:rsid w:val="00AC29FD"/>
    <w:rsid w:val="00AC65CA"/>
    <w:rsid w:val="00AC68BD"/>
    <w:rsid w:val="00AC69BD"/>
    <w:rsid w:val="00AC6CBC"/>
    <w:rsid w:val="00AD127F"/>
    <w:rsid w:val="00AE2474"/>
    <w:rsid w:val="00AE2689"/>
    <w:rsid w:val="00AE5CD6"/>
    <w:rsid w:val="00AE697A"/>
    <w:rsid w:val="00AE6DAC"/>
    <w:rsid w:val="00AF0874"/>
    <w:rsid w:val="00AF4558"/>
    <w:rsid w:val="00B008FE"/>
    <w:rsid w:val="00B02F0E"/>
    <w:rsid w:val="00B0430E"/>
    <w:rsid w:val="00B07E43"/>
    <w:rsid w:val="00B10853"/>
    <w:rsid w:val="00B14B40"/>
    <w:rsid w:val="00B159EB"/>
    <w:rsid w:val="00B15D53"/>
    <w:rsid w:val="00B214B8"/>
    <w:rsid w:val="00B228BE"/>
    <w:rsid w:val="00B24139"/>
    <w:rsid w:val="00B25C2C"/>
    <w:rsid w:val="00B3158D"/>
    <w:rsid w:val="00B35590"/>
    <w:rsid w:val="00B366DE"/>
    <w:rsid w:val="00B37118"/>
    <w:rsid w:val="00B378DD"/>
    <w:rsid w:val="00B37D5F"/>
    <w:rsid w:val="00B407BA"/>
    <w:rsid w:val="00B41AD7"/>
    <w:rsid w:val="00B429FA"/>
    <w:rsid w:val="00B42F21"/>
    <w:rsid w:val="00B545A0"/>
    <w:rsid w:val="00B55F90"/>
    <w:rsid w:val="00B815A5"/>
    <w:rsid w:val="00B8215B"/>
    <w:rsid w:val="00B862E2"/>
    <w:rsid w:val="00B8772D"/>
    <w:rsid w:val="00B87C3F"/>
    <w:rsid w:val="00B87CC0"/>
    <w:rsid w:val="00B91018"/>
    <w:rsid w:val="00B94B0A"/>
    <w:rsid w:val="00B97E30"/>
    <w:rsid w:val="00BA65AB"/>
    <w:rsid w:val="00BA696E"/>
    <w:rsid w:val="00BB1A12"/>
    <w:rsid w:val="00BB228A"/>
    <w:rsid w:val="00BB2E46"/>
    <w:rsid w:val="00BB5580"/>
    <w:rsid w:val="00BB6257"/>
    <w:rsid w:val="00BB6829"/>
    <w:rsid w:val="00BC4769"/>
    <w:rsid w:val="00BD0768"/>
    <w:rsid w:val="00BD10FB"/>
    <w:rsid w:val="00BD15AA"/>
    <w:rsid w:val="00BD54CD"/>
    <w:rsid w:val="00BE0DB9"/>
    <w:rsid w:val="00BE3025"/>
    <w:rsid w:val="00BE3B37"/>
    <w:rsid w:val="00BE5038"/>
    <w:rsid w:val="00BE5CB4"/>
    <w:rsid w:val="00BE7DC5"/>
    <w:rsid w:val="00BF1BA1"/>
    <w:rsid w:val="00BF2209"/>
    <w:rsid w:val="00BF44E4"/>
    <w:rsid w:val="00BF63AC"/>
    <w:rsid w:val="00BF6F26"/>
    <w:rsid w:val="00BF7B48"/>
    <w:rsid w:val="00BF7F32"/>
    <w:rsid w:val="00C00C4E"/>
    <w:rsid w:val="00C01DC8"/>
    <w:rsid w:val="00C025A6"/>
    <w:rsid w:val="00C0288E"/>
    <w:rsid w:val="00C06924"/>
    <w:rsid w:val="00C11394"/>
    <w:rsid w:val="00C117FA"/>
    <w:rsid w:val="00C26198"/>
    <w:rsid w:val="00C26566"/>
    <w:rsid w:val="00C320FE"/>
    <w:rsid w:val="00C33D7F"/>
    <w:rsid w:val="00C345DD"/>
    <w:rsid w:val="00C35DC7"/>
    <w:rsid w:val="00C36341"/>
    <w:rsid w:val="00C4107A"/>
    <w:rsid w:val="00C449EE"/>
    <w:rsid w:val="00C514EC"/>
    <w:rsid w:val="00C521FD"/>
    <w:rsid w:val="00C54186"/>
    <w:rsid w:val="00C63B3C"/>
    <w:rsid w:val="00C63E8A"/>
    <w:rsid w:val="00C64885"/>
    <w:rsid w:val="00C708B2"/>
    <w:rsid w:val="00C77364"/>
    <w:rsid w:val="00C818C7"/>
    <w:rsid w:val="00C827F0"/>
    <w:rsid w:val="00C84677"/>
    <w:rsid w:val="00C85C3C"/>
    <w:rsid w:val="00C901DA"/>
    <w:rsid w:val="00C92C43"/>
    <w:rsid w:val="00C932C0"/>
    <w:rsid w:val="00CA2410"/>
    <w:rsid w:val="00CA3908"/>
    <w:rsid w:val="00CB5601"/>
    <w:rsid w:val="00CC008C"/>
    <w:rsid w:val="00CC2806"/>
    <w:rsid w:val="00CC528D"/>
    <w:rsid w:val="00CC6CC1"/>
    <w:rsid w:val="00CD03D3"/>
    <w:rsid w:val="00CD0E48"/>
    <w:rsid w:val="00CD1419"/>
    <w:rsid w:val="00CD5DCE"/>
    <w:rsid w:val="00CE0451"/>
    <w:rsid w:val="00CE21B4"/>
    <w:rsid w:val="00CE2F1D"/>
    <w:rsid w:val="00CE3C19"/>
    <w:rsid w:val="00CF0A8B"/>
    <w:rsid w:val="00CF2955"/>
    <w:rsid w:val="00CF55E0"/>
    <w:rsid w:val="00CF5F2C"/>
    <w:rsid w:val="00CF6704"/>
    <w:rsid w:val="00D0004F"/>
    <w:rsid w:val="00D00278"/>
    <w:rsid w:val="00D00BEA"/>
    <w:rsid w:val="00D016CA"/>
    <w:rsid w:val="00D13757"/>
    <w:rsid w:val="00D14E10"/>
    <w:rsid w:val="00D16CB1"/>
    <w:rsid w:val="00D219C2"/>
    <w:rsid w:val="00D25312"/>
    <w:rsid w:val="00D26663"/>
    <w:rsid w:val="00D3411A"/>
    <w:rsid w:val="00D348A2"/>
    <w:rsid w:val="00D3537A"/>
    <w:rsid w:val="00D36954"/>
    <w:rsid w:val="00D36AED"/>
    <w:rsid w:val="00D36E5C"/>
    <w:rsid w:val="00D37F15"/>
    <w:rsid w:val="00D42554"/>
    <w:rsid w:val="00D47C3A"/>
    <w:rsid w:val="00D50220"/>
    <w:rsid w:val="00D538E5"/>
    <w:rsid w:val="00D54033"/>
    <w:rsid w:val="00D5510C"/>
    <w:rsid w:val="00D600B6"/>
    <w:rsid w:val="00D60400"/>
    <w:rsid w:val="00D71A1D"/>
    <w:rsid w:val="00D71D0A"/>
    <w:rsid w:val="00D725F9"/>
    <w:rsid w:val="00D80A19"/>
    <w:rsid w:val="00D824FA"/>
    <w:rsid w:val="00D93494"/>
    <w:rsid w:val="00D938BD"/>
    <w:rsid w:val="00D93FC7"/>
    <w:rsid w:val="00D94DE1"/>
    <w:rsid w:val="00D96106"/>
    <w:rsid w:val="00DA04F2"/>
    <w:rsid w:val="00DB1EBC"/>
    <w:rsid w:val="00DB49C7"/>
    <w:rsid w:val="00DB68EE"/>
    <w:rsid w:val="00DD14C8"/>
    <w:rsid w:val="00DD30BF"/>
    <w:rsid w:val="00DD3D53"/>
    <w:rsid w:val="00DD576E"/>
    <w:rsid w:val="00DE298C"/>
    <w:rsid w:val="00DE6FF0"/>
    <w:rsid w:val="00DF4FD4"/>
    <w:rsid w:val="00DF5E69"/>
    <w:rsid w:val="00DF6567"/>
    <w:rsid w:val="00DF7292"/>
    <w:rsid w:val="00E010FE"/>
    <w:rsid w:val="00E03DF8"/>
    <w:rsid w:val="00E042C4"/>
    <w:rsid w:val="00E04793"/>
    <w:rsid w:val="00E052FE"/>
    <w:rsid w:val="00E06793"/>
    <w:rsid w:val="00E11633"/>
    <w:rsid w:val="00E14A61"/>
    <w:rsid w:val="00E14AFD"/>
    <w:rsid w:val="00E16AA4"/>
    <w:rsid w:val="00E16FE7"/>
    <w:rsid w:val="00E2086B"/>
    <w:rsid w:val="00E20B8C"/>
    <w:rsid w:val="00E22CF3"/>
    <w:rsid w:val="00E23601"/>
    <w:rsid w:val="00E23F55"/>
    <w:rsid w:val="00E24E69"/>
    <w:rsid w:val="00E2540D"/>
    <w:rsid w:val="00E27D32"/>
    <w:rsid w:val="00E3298E"/>
    <w:rsid w:val="00E32DE7"/>
    <w:rsid w:val="00E33AAF"/>
    <w:rsid w:val="00E43A29"/>
    <w:rsid w:val="00E43C62"/>
    <w:rsid w:val="00E449B5"/>
    <w:rsid w:val="00E47D7C"/>
    <w:rsid w:val="00E5245A"/>
    <w:rsid w:val="00E5327E"/>
    <w:rsid w:val="00E53A3F"/>
    <w:rsid w:val="00E564F7"/>
    <w:rsid w:val="00E57612"/>
    <w:rsid w:val="00E62277"/>
    <w:rsid w:val="00E63891"/>
    <w:rsid w:val="00E67B22"/>
    <w:rsid w:val="00E80239"/>
    <w:rsid w:val="00E80487"/>
    <w:rsid w:val="00E91B99"/>
    <w:rsid w:val="00E95B7C"/>
    <w:rsid w:val="00EA001B"/>
    <w:rsid w:val="00EA0027"/>
    <w:rsid w:val="00EA054E"/>
    <w:rsid w:val="00EA0884"/>
    <w:rsid w:val="00EA27E2"/>
    <w:rsid w:val="00EA33D2"/>
    <w:rsid w:val="00EA78C6"/>
    <w:rsid w:val="00EB1855"/>
    <w:rsid w:val="00EB2A0A"/>
    <w:rsid w:val="00EC2F64"/>
    <w:rsid w:val="00ED2696"/>
    <w:rsid w:val="00ED719E"/>
    <w:rsid w:val="00ED7457"/>
    <w:rsid w:val="00ED75DD"/>
    <w:rsid w:val="00ED7AF1"/>
    <w:rsid w:val="00EE1206"/>
    <w:rsid w:val="00EE27A2"/>
    <w:rsid w:val="00EE786D"/>
    <w:rsid w:val="00EF350D"/>
    <w:rsid w:val="00EF440E"/>
    <w:rsid w:val="00EF4CBE"/>
    <w:rsid w:val="00EF76D9"/>
    <w:rsid w:val="00EF7F8F"/>
    <w:rsid w:val="00F00229"/>
    <w:rsid w:val="00F02546"/>
    <w:rsid w:val="00F042CB"/>
    <w:rsid w:val="00F0505A"/>
    <w:rsid w:val="00F059DB"/>
    <w:rsid w:val="00F070C5"/>
    <w:rsid w:val="00F1205F"/>
    <w:rsid w:val="00F12EDA"/>
    <w:rsid w:val="00F1417E"/>
    <w:rsid w:val="00F20040"/>
    <w:rsid w:val="00F24052"/>
    <w:rsid w:val="00F24518"/>
    <w:rsid w:val="00F25390"/>
    <w:rsid w:val="00F3231A"/>
    <w:rsid w:val="00F362E5"/>
    <w:rsid w:val="00F37240"/>
    <w:rsid w:val="00F373C3"/>
    <w:rsid w:val="00F425C4"/>
    <w:rsid w:val="00F43692"/>
    <w:rsid w:val="00F439AF"/>
    <w:rsid w:val="00F45F12"/>
    <w:rsid w:val="00F479FE"/>
    <w:rsid w:val="00F5103E"/>
    <w:rsid w:val="00F60F08"/>
    <w:rsid w:val="00F62058"/>
    <w:rsid w:val="00F63467"/>
    <w:rsid w:val="00F64E2F"/>
    <w:rsid w:val="00F70581"/>
    <w:rsid w:val="00F72C34"/>
    <w:rsid w:val="00F74900"/>
    <w:rsid w:val="00F76442"/>
    <w:rsid w:val="00F772DD"/>
    <w:rsid w:val="00F80D65"/>
    <w:rsid w:val="00F860FA"/>
    <w:rsid w:val="00F87B64"/>
    <w:rsid w:val="00F87C4F"/>
    <w:rsid w:val="00F939C0"/>
    <w:rsid w:val="00F959A1"/>
    <w:rsid w:val="00FA2059"/>
    <w:rsid w:val="00FA2226"/>
    <w:rsid w:val="00FA3591"/>
    <w:rsid w:val="00FA3D64"/>
    <w:rsid w:val="00FA6848"/>
    <w:rsid w:val="00FA6F42"/>
    <w:rsid w:val="00FA7872"/>
    <w:rsid w:val="00FC45C9"/>
    <w:rsid w:val="00FC6446"/>
    <w:rsid w:val="00FC6DC3"/>
    <w:rsid w:val="00FC6ECD"/>
    <w:rsid w:val="00FC7A5C"/>
    <w:rsid w:val="00FD78E8"/>
    <w:rsid w:val="00FE0FDE"/>
    <w:rsid w:val="00FE139F"/>
    <w:rsid w:val="00FE4B3A"/>
    <w:rsid w:val="00FF0F57"/>
    <w:rsid w:val="00FF3F50"/>
    <w:rsid w:val="00FF478D"/>
    <w:rsid w:val="00FF67C9"/>
    <w:rsid w:val="00FF74F4"/>
    <w:rsid w:val="01A64E1C"/>
    <w:rsid w:val="027D68F3"/>
    <w:rsid w:val="028A160B"/>
    <w:rsid w:val="030DFDBE"/>
    <w:rsid w:val="0359EFCA"/>
    <w:rsid w:val="03BFFBA1"/>
    <w:rsid w:val="03D23AFD"/>
    <w:rsid w:val="03D96DD4"/>
    <w:rsid w:val="04D7D1D7"/>
    <w:rsid w:val="04EE1A61"/>
    <w:rsid w:val="0532D68C"/>
    <w:rsid w:val="05A5BB1F"/>
    <w:rsid w:val="05F77DDB"/>
    <w:rsid w:val="06C45C82"/>
    <w:rsid w:val="06D72B4C"/>
    <w:rsid w:val="07968D07"/>
    <w:rsid w:val="07ACBFDC"/>
    <w:rsid w:val="0955A714"/>
    <w:rsid w:val="09F48322"/>
    <w:rsid w:val="0B2DEAFE"/>
    <w:rsid w:val="0BC70F45"/>
    <w:rsid w:val="0C00A9B9"/>
    <w:rsid w:val="0C0A42F9"/>
    <w:rsid w:val="0C58C9E4"/>
    <w:rsid w:val="0CF61866"/>
    <w:rsid w:val="0D644380"/>
    <w:rsid w:val="0E291837"/>
    <w:rsid w:val="0FCCE294"/>
    <w:rsid w:val="0FED61BD"/>
    <w:rsid w:val="10328A5F"/>
    <w:rsid w:val="10582C36"/>
    <w:rsid w:val="1066391E"/>
    <w:rsid w:val="109337A6"/>
    <w:rsid w:val="113E9F8C"/>
    <w:rsid w:val="11D7CF7A"/>
    <w:rsid w:val="12159636"/>
    <w:rsid w:val="12173E31"/>
    <w:rsid w:val="121A5A0B"/>
    <w:rsid w:val="123CE8BE"/>
    <w:rsid w:val="1346F65A"/>
    <w:rsid w:val="1507403A"/>
    <w:rsid w:val="1582CE62"/>
    <w:rsid w:val="15871583"/>
    <w:rsid w:val="15EE12C8"/>
    <w:rsid w:val="16620016"/>
    <w:rsid w:val="17035717"/>
    <w:rsid w:val="17291380"/>
    <w:rsid w:val="17A48EBA"/>
    <w:rsid w:val="183EE0FC"/>
    <w:rsid w:val="1861B59F"/>
    <w:rsid w:val="18BC4417"/>
    <w:rsid w:val="18FA6E98"/>
    <w:rsid w:val="190F37A5"/>
    <w:rsid w:val="1976B6BA"/>
    <w:rsid w:val="19A1A986"/>
    <w:rsid w:val="19D5D685"/>
    <w:rsid w:val="1A466574"/>
    <w:rsid w:val="1AAC9B9D"/>
    <w:rsid w:val="1B0E035D"/>
    <w:rsid w:val="1B574372"/>
    <w:rsid w:val="1B744DE5"/>
    <w:rsid w:val="1BBC6E8B"/>
    <w:rsid w:val="1BC40AB2"/>
    <w:rsid w:val="1BE91ED6"/>
    <w:rsid w:val="1C014A00"/>
    <w:rsid w:val="1C21A1DA"/>
    <w:rsid w:val="1C49EFA9"/>
    <w:rsid w:val="1D12521F"/>
    <w:rsid w:val="1D5FDB13"/>
    <w:rsid w:val="1EAB7D25"/>
    <w:rsid w:val="1F10884B"/>
    <w:rsid w:val="1F19D697"/>
    <w:rsid w:val="200EBFFB"/>
    <w:rsid w:val="21044F02"/>
    <w:rsid w:val="21862D8B"/>
    <w:rsid w:val="219DE572"/>
    <w:rsid w:val="21BB3DD2"/>
    <w:rsid w:val="2260A75E"/>
    <w:rsid w:val="22875601"/>
    <w:rsid w:val="22A66F97"/>
    <w:rsid w:val="22A70A23"/>
    <w:rsid w:val="22CF7AC5"/>
    <w:rsid w:val="22DB98A5"/>
    <w:rsid w:val="23016892"/>
    <w:rsid w:val="23EF8409"/>
    <w:rsid w:val="24333B7B"/>
    <w:rsid w:val="244443C9"/>
    <w:rsid w:val="24BE1D41"/>
    <w:rsid w:val="2502DDBC"/>
    <w:rsid w:val="2570F4E4"/>
    <w:rsid w:val="2574D5D0"/>
    <w:rsid w:val="25A1A081"/>
    <w:rsid w:val="26D2ED0D"/>
    <w:rsid w:val="283DB400"/>
    <w:rsid w:val="285BDF8D"/>
    <w:rsid w:val="28C7F906"/>
    <w:rsid w:val="292CB695"/>
    <w:rsid w:val="292CE03F"/>
    <w:rsid w:val="295B18E1"/>
    <w:rsid w:val="2978AF86"/>
    <w:rsid w:val="29A44645"/>
    <w:rsid w:val="29CF3877"/>
    <w:rsid w:val="2A03AD4E"/>
    <w:rsid w:val="2AD6DF76"/>
    <w:rsid w:val="2B7554C2"/>
    <w:rsid w:val="2B8FB836"/>
    <w:rsid w:val="2C281B40"/>
    <w:rsid w:val="2C362D51"/>
    <w:rsid w:val="2C79D625"/>
    <w:rsid w:val="2D665FC6"/>
    <w:rsid w:val="2E251158"/>
    <w:rsid w:val="2E4E350A"/>
    <w:rsid w:val="2E6356FB"/>
    <w:rsid w:val="2E93CD27"/>
    <w:rsid w:val="2ED3FEA0"/>
    <w:rsid w:val="2F0CA84E"/>
    <w:rsid w:val="2FAB7221"/>
    <w:rsid w:val="2FFF107E"/>
    <w:rsid w:val="300A94F7"/>
    <w:rsid w:val="30427B36"/>
    <w:rsid w:val="30477E09"/>
    <w:rsid w:val="3091AA69"/>
    <w:rsid w:val="30A7606D"/>
    <w:rsid w:val="319AF7BD"/>
    <w:rsid w:val="31A43EDB"/>
    <w:rsid w:val="31CC1C6B"/>
    <w:rsid w:val="327836FE"/>
    <w:rsid w:val="33031A7D"/>
    <w:rsid w:val="33B7F13F"/>
    <w:rsid w:val="34302E41"/>
    <w:rsid w:val="34725203"/>
    <w:rsid w:val="34BBF9A5"/>
    <w:rsid w:val="34FDD378"/>
    <w:rsid w:val="3519B34F"/>
    <w:rsid w:val="355A0AA1"/>
    <w:rsid w:val="35629E97"/>
    <w:rsid w:val="358EA6B5"/>
    <w:rsid w:val="35CCC647"/>
    <w:rsid w:val="36304B28"/>
    <w:rsid w:val="36660FE1"/>
    <w:rsid w:val="38149F9F"/>
    <w:rsid w:val="382DD382"/>
    <w:rsid w:val="38515411"/>
    <w:rsid w:val="39E299BA"/>
    <w:rsid w:val="3AE6C1F0"/>
    <w:rsid w:val="3B3B0842"/>
    <w:rsid w:val="3C25B683"/>
    <w:rsid w:val="3C5C5EB0"/>
    <w:rsid w:val="3C719F12"/>
    <w:rsid w:val="3D26EBB1"/>
    <w:rsid w:val="3D8FC4A7"/>
    <w:rsid w:val="3E9D4E0C"/>
    <w:rsid w:val="3F9878B1"/>
    <w:rsid w:val="40102406"/>
    <w:rsid w:val="403CC779"/>
    <w:rsid w:val="40413EC7"/>
    <w:rsid w:val="4059ACC5"/>
    <w:rsid w:val="40C1B5AF"/>
    <w:rsid w:val="40DFE3BA"/>
    <w:rsid w:val="40E81F09"/>
    <w:rsid w:val="41257C36"/>
    <w:rsid w:val="4283EF6A"/>
    <w:rsid w:val="429110FE"/>
    <w:rsid w:val="44345971"/>
    <w:rsid w:val="444DF62B"/>
    <w:rsid w:val="44D9FA4A"/>
    <w:rsid w:val="459E6184"/>
    <w:rsid w:val="45B06B23"/>
    <w:rsid w:val="45D029D2"/>
    <w:rsid w:val="466C8554"/>
    <w:rsid w:val="4689F8B2"/>
    <w:rsid w:val="46FC21A7"/>
    <w:rsid w:val="477C68C2"/>
    <w:rsid w:val="482CC8BA"/>
    <w:rsid w:val="48A5D67F"/>
    <w:rsid w:val="48C628B7"/>
    <w:rsid w:val="48F3B688"/>
    <w:rsid w:val="4938AD77"/>
    <w:rsid w:val="49CC6E21"/>
    <w:rsid w:val="49F30984"/>
    <w:rsid w:val="4A32FAF3"/>
    <w:rsid w:val="4B518334"/>
    <w:rsid w:val="4C572E5B"/>
    <w:rsid w:val="4C6D5DF6"/>
    <w:rsid w:val="4F52EAE9"/>
    <w:rsid w:val="4F719DAA"/>
    <w:rsid w:val="508CA226"/>
    <w:rsid w:val="5150E326"/>
    <w:rsid w:val="51900C59"/>
    <w:rsid w:val="532B4AEE"/>
    <w:rsid w:val="5391D923"/>
    <w:rsid w:val="53B43E85"/>
    <w:rsid w:val="53BC5E94"/>
    <w:rsid w:val="5470BD22"/>
    <w:rsid w:val="54A013F2"/>
    <w:rsid w:val="54E9F39C"/>
    <w:rsid w:val="55500EE6"/>
    <w:rsid w:val="555732D6"/>
    <w:rsid w:val="55764274"/>
    <w:rsid w:val="55945E79"/>
    <w:rsid w:val="55CBC99F"/>
    <w:rsid w:val="56F307AB"/>
    <w:rsid w:val="58967405"/>
    <w:rsid w:val="58EB2C7C"/>
    <w:rsid w:val="5901564F"/>
    <w:rsid w:val="5917E333"/>
    <w:rsid w:val="5A6153BC"/>
    <w:rsid w:val="5BA9F5DD"/>
    <w:rsid w:val="5BD124EB"/>
    <w:rsid w:val="5BFCF478"/>
    <w:rsid w:val="5C5A4BFD"/>
    <w:rsid w:val="5C912EFA"/>
    <w:rsid w:val="5D1B9010"/>
    <w:rsid w:val="5D89747B"/>
    <w:rsid w:val="5D8C3398"/>
    <w:rsid w:val="5E6A5061"/>
    <w:rsid w:val="5ECC6E2E"/>
    <w:rsid w:val="60D338EC"/>
    <w:rsid w:val="60E44719"/>
    <w:rsid w:val="610C02F8"/>
    <w:rsid w:val="61857FE2"/>
    <w:rsid w:val="618D3A97"/>
    <w:rsid w:val="6251EC17"/>
    <w:rsid w:val="6277C54D"/>
    <w:rsid w:val="6282D04C"/>
    <w:rsid w:val="62CB58D2"/>
    <w:rsid w:val="6350A891"/>
    <w:rsid w:val="64672933"/>
    <w:rsid w:val="647F4CF2"/>
    <w:rsid w:val="65197988"/>
    <w:rsid w:val="655C98F9"/>
    <w:rsid w:val="65A6AA0F"/>
    <w:rsid w:val="66884953"/>
    <w:rsid w:val="66F457BC"/>
    <w:rsid w:val="66F8695A"/>
    <w:rsid w:val="67320784"/>
    <w:rsid w:val="677A1D1F"/>
    <w:rsid w:val="679EC9F5"/>
    <w:rsid w:val="679F4CC7"/>
    <w:rsid w:val="67C3D286"/>
    <w:rsid w:val="67E8E54F"/>
    <w:rsid w:val="68190D29"/>
    <w:rsid w:val="68E966B0"/>
    <w:rsid w:val="691B8708"/>
    <w:rsid w:val="692179F5"/>
    <w:rsid w:val="693320FD"/>
    <w:rsid w:val="69C8B9B0"/>
    <w:rsid w:val="6A8C36B9"/>
    <w:rsid w:val="6AB1BDE1"/>
    <w:rsid w:val="6ABD425A"/>
    <w:rsid w:val="6B62494F"/>
    <w:rsid w:val="6BE9D811"/>
    <w:rsid w:val="6BED5EA4"/>
    <w:rsid w:val="6C1061CB"/>
    <w:rsid w:val="6C2E6786"/>
    <w:rsid w:val="6C4CA9F9"/>
    <w:rsid w:val="6C60EDA2"/>
    <w:rsid w:val="6C6390AA"/>
    <w:rsid w:val="6D8B069C"/>
    <w:rsid w:val="6DB2745F"/>
    <w:rsid w:val="6F23F10C"/>
    <w:rsid w:val="6F40D8E4"/>
    <w:rsid w:val="6F4FFD14"/>
    <w:rsid w:val="6F821247"/>
    <w:rsid w:val="6FA12FA4"/>
    <w:rsid w:val="6FCC60B2"/>
    <w:rsid w:val="709897A2"/>
    <w:rsid w:val="70A4222C"/>
    <w:rsid w:val="70DD976D"/>
    <w:rsid w:val="70EE0FB4"/>
    <w:rsid w:val="71682163"/>
    <w:rsid w:val="71837FED"/>
    <w:rsid w:val="72A59868"/>
    <w:rsid w:val="72BE07AB"/>
    <w:rsid w:val="73D03864"/>
    <w:rsid w:val="7441D7C8"/>
    <w:rsid w:val="749D2B71"/>
    <w:rsid w:val="74F02B41"/>
    <w:rsid w:val="74F8C9FF"/>
    <w:rsid w:val="751C480B"/>
    <w:rsid w:val="7555FA30"/>
    <w:rsid w:val="75773AA5"/>
    <w:rsid w:val="75C7A7F5"/>
    <w:rsid w:val="75D88F8B"/>
    <w:rsid w:val="761A11F9"/>
    <w:rsid w:val="7677066A"/>
    <w:rsid w:val="775C70FF"/>
    <w:rsid w:val="77898606"/>
    <w:rsid w:val="778F3DCC"/>
    <w:rsid w:val="7796F881"/>
    <w:rsid w:val="7826E230"/>
    <w:rsid w:val="785349D2"/>
    <w:rsid w:val="786B531B"/>
    <w:rsid w:val="790AA6CC"/>
    <w:rsid w:val="792C53CB"/>
    <w:rsid w:val="79732178"/>
    <w:rsid w:val="799A8642"/>
    <w:rsid w:val="7A7CBD9B"/>
    <w:rsid w:val="7AB9368A"/>
    <w:rsid w:val="7B1139D6"/>
    <w:rsid w:val="7B5D3881"/>
    <w:rsid w:val="7B7B7824"/>
    <w:rsid w:val="7C1EE6F0"/>
    <w:rsid w:val="7C463A74"/>
    <w:rsid w:val="7C506936"/>
    <w:rsid w:val="7CFE397D"/>
    <w:rsid w:val="7D06A9F3"/>
    <w:rsid w:val="7DA81AB9"/>
    <w:rsid w:val="7DB9F36E"/>
    <w:rsid w:val="7E33800B"/>
    <w:rsid w:val="7E72108A"/>
    <w:rsid w:val="7E8E12E3"/>
    <w:rsid w:val="7E920768"/>
    <w:rsid w:val="7EB8DFD7"/>
    <w:rsid w:val="7EC0C9F5"/>
    <w:rsid w:val="7EF4B3B3"/>
    <w:rsid w:val="7F46DF36"/>
    <w:rsid w:val="7F909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304AA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365A"/>
    <w:p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AB,Nadpis_2,odstavec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136A4"/>
    <w:pPr>
      <w:numPr>
        <w:numId w:val="6"/>
      </w:numPr>
      <w:spacing w:line="276" w:lineRule="auto"/>
      <w:ind w:hanging="720"/>
      <w:outlineLvl w:val="2"/>
    </w:pPr>
    <w:rPr>
      <w:rFonts w:eastAsiaTheme="minorEastAsia" w:cs="Calibri,Bold"/>
      <w:b/>
      <w:bCs/>
      <w:sz w:val="24"/>
      <w:szCs w:val="24"/>
    </w:rPr>
  </w:style>
  <w:style w:type="paragraph" w:styleId="Nadpis4">
    <w:name w:val="heading 4"/>
    <w:basedOn w:val="Odstavecseseznamem"/>
    <w:next w:val="Normln"/>
    <w:qFormat/>
    <w:rsid w:val="00232BE6"/>
    <w:pPr>
      <w:numPr>
        <w:numId w:val="7"/>
      </w:numPr>
      <w:autoSpaceDE w:val="0"/>
      <w:autoSpaceDN w:val="0"/>
      <w:adjustRightInd w:val="0"/>
      <w:spacing w:after="120"/>
      <w:outlineLvl w:val="3"/>
    </w:pPr>
    <w:rPr>
      <w:rFonts w:eastAsiaTheme="minorEastAsia"/>
      <w:b/>
      <w:sz w:val="24"/>
      <w:szCs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120"/>
      <w:ind w:left="1009" w:hanging="1009"/>
      <w:outlineLvl w:val="4"/>
    </w:pPr>
    <w:rPr>
      <w:rFonts w:ascii="Arial" w:hAnsi="Arial" w:cs="Arial"/>
      <w:b/>
      <w:bCs/>
      <w:i/>
      <w:iCs/>
      <w:sz w:val="24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pPr>
      <w:spacing w:line="360" w:lineRule="auto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semiHidden/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Zkladntextodsazen">
    <w:name w:val="Body Text Indent"/>
    <w:basedOn w:val="Normln"/>
    <w:semiHidden/>
    <w:pPr>
      <w:overflowPunct/>
      <w:ind w:left="720"/>
      <w:jc w:val="both"/>
      <w:textAlignment w:val="auto"/>
    </w:pPr>
    <w:rPr>
      <w:rFonts w:ascii="Arial" w:hAnsi="Arial" w:cs="Arial"/>
      <w:color w:val="FF0000"/>
      <w:sz w:val="24"/>
      <w:szCs w:val="24"/>
    </w:rPr>
  </w:style>
  <w:style w:type="paragraph" w:styleId="Zkladntext2">
    <w:name w:val="Body Text 2"/>
    <w:basedOn w:val="Normln"/>
    <w:semiHidden/>
    <w:pPr>
      <w:overflowPunct/>
      <w:autoSpaceDE/>
      <w:autoSpaceDN/>
      <w:adjustRightInd/>
      <w:textAlignment w:val="auto"/>
    </w:pPr>
    <w:rPr>
      <w:rFonts w:ascii="Arial" w:hAnsi="Arial" w:cs="Arial"/>
      <w:i/>
      <w:iCs/>
      <w:color w:val="FF0000"/>
      <w:sz w:val="24"/>
      <w:szCs w:val="24"/>
    </w:rPr>
  </w:style>
  <w:style w:type="paragraph" w:styleId="Zkladntextodsazen2">
    <w:name w:val="Body Text Indent 2"/>
    <w:basedOn w:val="Normln"/>
    <w:semiHidden/>
    <w:pPr>
      <w:overflowPunct/>
      <w:ind w:left="360"/>
      <w:textAlignment w:val="auto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rovenadpisu2">
    <w:name w:val="úroveň nadpisu 2"/>
    <w:basedOn w:val="Zkladntextodsazen"/>
    <w:pPr>
      <w:keepNext/>
      <w:numPr>
        <w:ilvl w:val="1"/>
        <w:numId w:val="2"/>
      </w:numPr>
      <w:autoSpaceDE/>
      <w:autoSpaceDN/>
      <w:adjustRightInd/>
      <w:spacing w:before="120" w:line="360" w:lineRule="auto"/>
    </w:pPr>
    <w:rPr>
      <w:b/>
      <w:bCs/>
      <w:color w:val="auto"/>
    </w:rPr>
  </w:style>
  <w:style w:type="paragraph" w:customStyle="1" w:styleId="rovenadpisu1">
    <w:name w:val="úroveň nadpisu 1"/>
    <w:basedOn w:val="Normln"/>
    <w:pPr>
      <w:keepNext/>
      <w:numPr>
        <w:numId w:val="2"/>
      </w:numPr>
      <w:overflowPunct/>
      <w:autoSpaceDE/>
      <w:autoSpaceDN/>
      <w:adjustRightInd/>
      <w:spacing w:before="240" w:line="360" w:lineRule="auto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paragraph" w:customStyle="1" w:styleId="rovenadpisu3">
    <w:name w:val="úroveň nadpisu 3"/>
    <w:basedOn w:val="rovenadpisu2"/>
    <w:pPr>
      <w:numPr>
        <w:ilvl w:val="2"/>
      </w:numPr>
      <w:tabs>
        <w:tab w:val="clear" w:pos="1440"/>
        <w:tab w:val="num" w:pos="720"/>
      </w:tabs>
      <w:ind w:left="720" w:hanging="720"/>
    </w:pPr>
    <w:rPr>
      <w:bCs w:val="0"/>
    </w:rPr>
  </w:style>
  <w:style w:type="paragraph" w:styleId="Zkladntext3">
    <w:name w:val="Body Text 3"/>
    <w:basedOn w:val="Normln"/>
    <w:semiHidden/>
    <w:pPr>
      <w:ind w:right="142"/>
      <w:jc w:val="both"/>
    </w:pPr>
    <w:rPr>
      <w:rFonts w:ascii="Arial" w:hAnsi="Arial" w:cs="Arial"/>
      <w:szCs w:val="22"/>
    </w:rPr>
  </w:style>
  <w:style w:type="paragraph" w:styleId="Nzev">
    <w:name w:val="Title"/>
    <w:basedOn w:val="Normln"/>
    <w:qFormat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2875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A287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A10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52246A"/>
    <w:rPr>
      <w:color w:val="0563C1"/>
      <w:u w:val="single"/>
    </w:rPr>
  </w:style>
  <w:style w:type="character" w:styleId="Odkaznakoment">
    <w:name w:val="annotation reference"/>
    <w:uiPriority w:val="99"/>
    <w:semiHidden/>
    <w:unhideWhenUsed/>
    <w:rsid w:val="004E29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E2979"/>
  </w:style>
  <w:style w:type="character" w:customStyle="1" w:styleId="TextkomenteChar">
    <w:name w:val="Text komentáře Char"/>
    <w:basedOn w:val="Standardnpsmoodstavce"/>
    <w:link w:val="Textkomente"/>
    <w:uiPriority w:val="99"/>
    <w:rsid w:val="004E297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297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E2979"/>
    <w:rPr>
      <w:b/>
      <w:bCs/>
    </w:rPr>
  </w:style>
  <w:style w:type="character" w:styleId="Sledovanodkaz">
    <w:name w:val="FollowedHyperlink"/>
    <w:uiPriority w:val="99"/>
    <w:semiHidden/>
    <w:unhideWhenUsed/>
    <w:rsid w:val="00AA5C76"/>
    <w:rPr>
      <w:color w:val="954F72"/>
      <w:u w:val="single"/>
    </w:rPr>
  </w:style>
  <w:style w:type="paragraph" w:styleId="Odstavecseseznamem">
    <w:name w:val="List Paragraph"/>
    <w:aliases w:val="Nad,Odstavec cíl se seznamem,Odstavec se seznamem5,Barevný seznam – zvýraznění 11,Odstavec_muj,Odstavec se seznamem1,Odstavec_muj1,Odstavec_muj2,Odstavec_muj3,Nad1,List Paragraph1,Odstavec_muj4,Nad2,List Paragraph2"/>
    <w:basedOn w:val="Normln"/>
    <w:link w:val="OdstavecseseznamemChar"/>
    <w:uiPriority w:val="35"/>
    <w:unhideWhenUsed/>
    <w:qFormat/>
    <w:rsid w:val="00E16AA4"/>
    <w:pPr>
      <w:numPr>
        <w:numId w:val="5"/>
      </w:numPr>
      <w:overflowPunct/>
      <w:autoSpaceDE/>
      <w:autoSpaceDN/>
      <w:adjustRightInd/>
      <w:spacing w:before="60"/>
      <w:jc w:val="both"/>
      <w:textAlignment w:val="auto"/>
    </w:pPr>
    <w:rPr>
      <w:rFonts w:cs="Calibri"/>
      <w:szCs w:val="22"/>
    </w:rPr>
  </w:style>
  <w:style w:type="numbering" w:customStyle="1" w:styleId="VariantaA-sla">
    <w:name w:val="Varianta A - čísla"/>
    <w:uiPriority w:val="99"/>
    <w:rsid w:val="002E51B2"/>
    <w:pPr>
      <w:numPr>
        <w:numId w:val="3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2E51B2"/>
    <w:pPr>
      <w:numPr>
        <w:numId w:val="4"/>
      </w:numPr>
      <w:overflowPunct/>
      <w:autoSpaceDE/>
      <w:autoSpaceDN/>
      <w:adjustRightInd/>
      <w:spacing w:line="340" w:lineRule="exact"/>
      <w:jc w:val="both"/>
      <w:textAlignment w:val="auto"/>
    </w:pPr>
  </w:style>
  <w:style w:type="paragraph" w:styleId="slovanseznam2">
    <w:name w:val="List Number 2"/>
    <w:aliases w:val="Číslovaný seznam A 2"/>
    <w:basedOn w:val="Normln"/>
    <w:uiPriority w:val="15"/>
    <w:qFormat/>
    <w:rsid w:val="002E51B2"/>
    <w:pPr>
      <w:numPr>
        <w:ilvl w:val="1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paragraph" w:styleId="slovanseznam3">
    <w:name w:val="List Number 3"/>
    <w:aliases w:val="Číslovaný seznam A 3"/>
    <w:basedOn w:val="Normln"/>
    <w:uiPriority w:val="15"/>
    <w:qFormat/>
    <w:rsid w:val="002E51B2"/>
    <w:pPr>
      <w:numPr>
        <w:ilvl w:val="2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paragraph" w:styleId="slovanseznam4">
    <w:name w:val="List Number 4"/>
    <w:aliases w:val="Číslovaný seznam A 4"/>
    <w:basedOn w:val="Normln"/>
    <w:uiPriority w:val="15"/>
    <w:qFormat/>
    <w:rsid w:val="002E51B2"/>
    <w:pPr>
      <w:numPr>
        <w:ilvl w:val="3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paragraph" w:styleId="slovanseznam5">
    <w:name w:val="List Number 5"/>
    <w:aliases w:val="Číslovaný seznam A 5"/>
    <w:basedOn w:val="Normln"/>
    <w:uiPriority w:val="15"/>
    <w:qFormat/>
    <w:rsid w:val="002E51B2"/>
    <w:pPr>
      <w:numPr>
        <w:ilvl w:val="4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Odstavec_muj1 Char,Odstavec_muj2 Char,Odstavec_muj3 Char,Nad1 Char,Nad2 Char"/>
    <w:link w:val="Odstavecseseznamem"/>
    <w:uiPriority w:val="35"/>
    <w:locked/>
    <w:rsid w:val="00E16AA4"/>
    <w:rPr>
      <w:rFonts w:ascii="Calibri" w:hAnsi="Calibri" w:cs="Calibri"/>
      <w:sz w:val="22"/>
      <w:szCs w:val="22"/>
    </w:rPr>
  </w:style>
  <w:style w:type="paragraph" w:styleId="Revize">
    <w:name w:val="Revision"/>
    <w:hidden/>
    <w:uiPriority w:val="99"/>
    <w:semiHidden/>
    <w:rsid w:val="00D3411A"/>
  </w:style>
  <w:style w:type="character" w:customStyle="1" w:styleId="ZhlavChar">
    <w:name w:val="Záhlaví Char"/>
    <w:basedOn w:val="Standardnpsmoodstavce"/>
    <w:link w:val="Zhlav"/>
    <w:uiPriority w:val="99"/>
    <w:rsid w:val="00A87828"/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A87828"/>
    <w:rPr>
      <w:rFonts w:ascii="Calibri" w:hAnsi="Calibri"/>
      <w:sz w:val="22"/>
    </w:rPr>
  </w:style>
  <w:style w:type="paragraph" w:customStyle="1" w:styleId="paragraph">
    <w:name w:val="paragraph"/>
    <w:basedOn w:val="Normln"/>
    <w:link w:val="paragraphChar"/>
    <w:rsid w:val="00BF7F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Standardnpsmoodstavce"/>
    <w:rsid w:val="00BF7F32"/>
  </w:style>
  <w:style w:type="character" w:customStyle="1" w:styleId="eop">
    <w:name w:val="eop"/>
    <w:basedOn w:val="Standardnpsmoodstavce"/>
    <w:rsid w:val="00BF7F32"/>
  </w:style>
  <w:style w:type="paragraph" w:customStyle="1" w:styleId="Style1">
    <w:name w:val="Style1"/>
    <w:basedOn w:val="Odstavecseseznamem"/>
    <w:link w:val="Style1Char"/>
    <w:qFormat/>
    <w:rsid w:val="00BD10FB"/>
    <w:rPr>
      <w:rFonts w:asciiTheme="minorHAnsi" w:eastAsiaTheme="minorEastAsia" w:hAnsiTheme="minorHAnsi" w:cstheme="minorBidi"/>
    </w:rPr>
  </w:style>
  <w:style w:type="character" w:customStyle="1" w:styleId="scxw25263417">
    <w:name w:val="scxw25263417"/>
    <w:basedOn w:val="Standardnpsmoodstavce"/>
    <w:rsid w:val="0082078A"/>
  </w:style>
  <w:style w:type="character" w:customStyle="1" w:styleId="Style1Char">
    <w:name w:val="Style1 Char"/>
    <w:basedOn w:val="OdstavecseseznamemChar"/>
    <w:link w:val="Style1"/>
    <w:rsid w:val="00BD10FB"/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9136A4"/>
    <w:rPr>
      <w:rFonts w:ascii="Calibri" w:eastAsiaTheme="minorEastAsia" w:hAnsi="Calibri" w:cs="Calibri,Bold"/>
      <w:b/>
      <w:bCs/>
      <w:sz w:val="24"/>
      <w:szCs w:val="24"/>
    </w:rPr>
  </w:style>
  <w:style w:type="paragraph" w:customStyle="1" w:styleId="Odrazka">
    <w:name w:val="Odrazka"/>
    <w:basedOn w:val="slovanseznam2"/>
    <w:link w:val="OdrazkaChar"/>
    <w:qFormat/>
    <w:rsid w:val="00454FBC"/>
    <w:pPr>
      <w:numPr>
        <w:ilvl w:val="0"/>
        <w:numId w:val="8"/>
      </w:numPr>
      <w:spacing w:before="60" w:after="60" w:line="240" w:lineRule="auto"/>
      <w:ind w:left="426" w:hanging="284"/>
      <w:contextualSpacing w:val="0"/>
    </w:pPr>
    <w:rPr>
      <w:rFonts w:cs="Arial"/>
      <w:color w:val="000000"/>
      <w:sz w:val="20"/>
      <w:szCs w:val="22"/>
    </w:rPr>
  </w:style>
  <w:style w:type="character" w:customStyle="1" w:styleId="OdrazkaChar">
    <w:name w:val="Odrazka Char"/>
    <w:basedOn w:val="Standardnpsmoodstavce"/>
    <w:link w:val="Odrazka"/>
    <w:rsid w:val="00454FBC"/>
    <w:rPr>
      <w:rFonts w:ascii="Calibri" w:hAnsi="Calibri" w:cs="Arial"/>
      <w:color w:val="000000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E06793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apitola">
    <w:name w:val="Kapitola"/>
    <w:basedOn w:val="Normln"/>
    <w:qFormat/>
    <w:rsid w:val="00EE1206"/>
    <w:pPr>
      <w:numPr>
        <w:numId w:val="9"/>
      </w:numPr>
      <w:overflowPunct/>
      <w:autoSpaceDE/>
      <w:autoSpaceDN/>
      <w:adjustRightInd/>
      <w:spacing w:after="100" w:afterAutospacing="1" w:line="360" w:lineRule="auto"/>
      <w:ind w:left="0" w:firstLine="0"/>
      <w:jc w:val="both"/>
      <w:textAlignment w:val="auto"/>
    </w:pPr>
    <w:rPr>
      <w:rFonts w:ascii="Times New Roman" w:eastAsia="Calibri" w:hAnsi="Times New Roman"/>
      <w:b/>
      <w:color w:val="1F497D"/>
      <w:sz w:val="28"/>
      <w:szCs w:val="22"/>
      <w:lang w:eastAsia="en-US"/>
    </w:rPr>
  </w:style>
  <w:style w:type="paragraph" w:customStyle="1" w:styleId="Podkapitola">
    <w:name w:val="Podkapitola"/>
    <w:basedOn w:val="Normln"/>
    <w:qFormat/>
    <w:rsid w:val="00EE1206"/>
    <w:pPr>
      <w:numPr>
        <w:ilvl w:val="1"/>
        <w:numId w:val="9"/>
      </w:numPr>
      <w:tabs>
        <w:tab w:val="clear" w:pos="1080"/>
        <w:tab w:val="num" w:pos="720"/>
      </w:tabs>
      <w:overflowPunct/>
      <w:autoSpaceDE/>
      <w:autoSpaceDN/>
      <w:adjustRightInd/>
      <w:spacing w:after="100" w:afterAutospacing="1" w:line="360" w:lineRule="auto"/>
      <w:ind w:left="720"/>
      <w:jc w:val="both"/>
      <w:textAlignment w:val="auto"/>
    </w:pPr>
    <w:rPr>
      <w:rFonts w:ascii="Times New Roman" w:eastAsia="Calibri" w:hAnsi="Times New Roman"/>
      <w:b/>
      <w:bCs/>
      <w:sz w:val="20"/>
      <w:szCs w:val="22"/>
      <w:lang w:eastAsia="en-US"/>
    </w:rPr>
  </w:style>
  <w:style w:type="paragraph" w:customStyle="1" w:styleId="Clanek">
    <w:name w:val="Clanek"/>
    <w:basedOn w:val="paragraph"/>
    <w:link w:val="ClanekChar"/>
    <w:qFormat/>
    <w:rsid w:val="0038217E"/>
    <w:pPr>
      <w:spacing w:beforeLines="60" w:before="144" w:beforeAutospacing="0" w:after="0" w:afterAutospacing="0"/>
      <w:jc w:val="both"/>
      <w:textAlignment w:val="baseline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character" w:customStyle="1" w:styleId="paragraphChar">
    <w:name w:val="paragraph Char"/>
    <w:basedOn w:val="Standardnpsmoodstavce"/>
    <w:link w:val="paragraph"/>
    <w:rsid w:val="0038217E"/>
    <w:rPr>
      <w:sz w:val="24"/>
      <w:szCs w:val="24"/>
      <w:lang w:val="en-US" w:eastAsia="en-US"/>
    </w:rPr>
  </w:style>
  <w:style w:type="character" w:customStyle="1" w:styleId="ClanekChar">
    <w:name w:val="Clanek Char"/>
    <w:basedOn w:val="paragraphChar"/>
    <w:link w:val="Clanek"/>
    <w:rsid w:val="0038217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Mention1">
    <w:name w:val="Mention1"/>
    <w:basedOn w:val="Standardnpsmoodstavce"/>
    <w:uiPriority w:val="99"/>
    <w:unhideWhenUsed/>
    <w:rsid w:val="00D42554"/>
    <w:rPr>
      <w:color w:val="2B579A"/>
      <w:shd w:val="clear" w:color="auto" w:fill="E6E6E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0403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1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1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6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4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2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5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7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6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9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9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0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4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2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3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microsoft.com/office/2019/05/relationships/documenttasks" Target="documenttasks/documenttasks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CS/TXT/PDF/?uri=CELEX:32011L0065&amp;from=FR" TargetMode="External"/><Relationship Id="rId2" Type="http://schemas.openxmlformats.org/officeDocument/2006/relationships/hyperlink" Target="https://eur-lex.europa.eu/legal-content/CS/TXT/PDF/?uri=CELEX:32009L0125&amp;from=DA" TargetMode="External"/><Relationship Id="rId1" Type="http://schemas.openxmlformats.org/officeDocument/2006/relationships/hyperlink" Target="https://ec.europa.eu/environment/gpp/eu_gpp_criteria_en.htm" TargetMode="External"/><Relationship Id="rId4" Type="http://schemas.openxmlformats.org/officeDocument/2006/relationships/hyperlink" Target="https://eur-lex.europa.eu/legal-content/CS/TXT/PDF/?uri=CELEX:32021D0019&amp;from=EN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867F1B0E-3576-4BC2-96ED-33CE044FD285}">
    <t:Anchor>
      <t:Comment id="1342284834"/>
    </t:Anchor>
    <t:History>
      <t:Event id="{B36C8770-914C-47E6-A2BB-C4EB8DF8E68F}" time="2022-03-07T06:25:44.591Z">
        <t:Attribution userId="S::prochazkovai@mpo.cz::909cb2b2-8d05-48d7-baf7-1b1a62a5ae20" userProvider="AD" userName="Procházková Ilona"/>
        <t:Anchor>
          <t:Comment id="2027327"/>
        </t:Anchor>
        <t:Create/>
      </t:Event>
      <t:Event id="{213E57A7-F5E3-4965-9257-8A9BAB27A966}" time="2022-03-07T06:25:44.591Z">
        <t:Attribution userId="S::prochazkovai@mpo.cz::909cb2b2-8d05-48d7-baf7-1b1a62a5ae20" userProvider="AD" userName="Procházková Ilona"/>
        <t:Anchor>
          <t:Comment id="2027327"/>
        </t:Anchor>
        <t:Assign userId="S::cernohausova@mpo.cz::488917cd-f4d6-47cb-bf7b-f84f6da1fa2c" userProvider="AD" userName="Černohausová Zuzana"/>
      </t:Event>
      <t:Event id="{A73BD2E2-6F6F-4067-9D04-51DE405A3D43}" time="2022-03-07T06:25:44.591Z">
        <t:Attribution userId="S::prochazkovai@mpo.cz::909cb2b2-8d05-48d7-baf7-1b1a62a5ae20" userProvider="AD" userName="Procházková Ilona"/>
        <t:Anchor>
          <t:Comment id="2027327"/>
        </t:Anchor>
        <t:SetTitle title="@Černohausová Zuzana mělo by to tak být, ale pokud jsme tu položku neskladové zásoby vyškrtly ze ZV tak by se mělo vyhodit i bod 7.14 a 7.15"/>
      </t:Event>
    </t:History>
  </t:Task>
</t:Task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67507BEC319240B5B7C4377D0BC981" ma:contentTypeVersion="3" ma:contentTypeDescription="Vytvoří nový dokument" ma:contentTypeScope="" ma:versionID="f5d8d481a326d511d5d2e2a9718d6b90">
  <xsd:schema xmlns:xsd="http://www.w3.org/2001/XMLSchema" xmlns:xs="http://www.w3.org/2001/XMLSchema" xmlns:p="http://schemas.microsoft.com/office/2006/metadata/properties" xmlns:ns2="1dc29733-00d3-481d-a487-489669035af5" targetNamespace="http://schemas.microsoft.com/office/2006/metadata/properties" ma:root="true" ma:fieldsID="040327525e9c47e21fd7588661a68669" ns2:_="">
    <xsd:import namespace="1dc29733-00d3-481d-a487-489669035a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29733-00d3-481d-a487-489669035a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AB7BC5-3CA4-457F-B4A2-F6B95C302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29733-00d3-481d-a487-489669035a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F387A-A417-460C-BECB-EA7DC2887A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32E88F-72E4-4EC4-A6F5-994A850DA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9C1AA4BF.dotm</Template>
  <TotalTime>0</TotalTime>
  <Pages>4</Pages>
  <Words>658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2023-03-03T12:16:00Z</dcterms:created>
  <dcterms:modified xsi:type="dcterms:W3CDTF">2023-07-26T11:02:00Z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0x0101004467507BEC319240B5B7C4377D0BC981</vt:lpwstr>
  </property>
</Properties>
</file>